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B0276" w14:textId="77777777" w:rsidR="00C52C05" w:rsidRDefault="00CD6897" w:rsidP="00C52C0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52C05" w:rsidRPr="00C52C05">
        <w:rPr>
          <w:rFonts w:ascii="Corbel" w:hAnsi="Corbel"/>
          <w:bCs/>
          <w:i/>
        </w:rPr>
        <w:t>Załącznik nr 1.5 do Zarządzenia Rektora UR  nr 7/2023</w:t>
      </w:r>
    </w:p>
    <w:p w14:paraId="49F45EF6" w14:textId="0CEA3D9D" w:rsidR="0085747A" w:rsidRPr="009C54AE" w:rsidRDefault="0085747A" w:rsidP="00C52C05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EEBEEAA" w14:textId="77777777" w:rsidR="0085747A" w:rsidRPr="003515B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3515BF">
        <w:rPr>
          <w:rFonts w:ascii="Corbel" w:hAnsi="Corbel"/>
          <w:b/>
          <w:smallCaps/>
          <w:sz w:val="24"/>
          <w:szCs w:val="24"/>
        </w:rPr>
        <w:t xml:space="preserve"> </w:t>
      </w:r>
      <w:r w:rsidR="008C4A80" w:rsidRPr="003515BF">
        <w:rPr>
          <w:rFonts w:ascii="Corbel" w:hAnsi="Corbel"/>
          <w:b/>
          <w:bCs/>
          <w:i/>
          <w:iCs/>
          <w:smallCaps/>
          <w:sz w:val="24"/>
          <w:szCs w:val="24"/>
        </w:rPr>
        <w:t>2</w:t>
      </w:r>
      <w:r w:rsidR="00B30F83" w:rsidRPr="003515BF">
        <w:rPr>
          <w:rFonts w:ascii="Corbel" w:hAnsi="Corbel"/>
          <w:b/>
          <w:i/>
          <w:smallCaps/>
          <w:sz w:val="24"/>
          <w:szCs w:val="24"/>
        </w:rPr>
        <w:t>023/24</w:t>
      </w:r>
      <w:r w:rsidR="008C4A80" w:rsidRPr="003515BF">
        <w:rPr>
          <w:rFonts w:ascii="Corbel" w:hAnsi="Corbel"/>
          <w:b/>
          <w:i/>
          <w:smallCaps/>
          <w:sz w:val="24"/>
          <w:szCs w:val="24"/>
        </w:rPr>
        <w:t xml:space="preserve"> - </w:t>
      </w:r>
      <w:r w:rsidR="00B30F83" w:rsidRPr="003515BF">
        <w:rPr>
          <w:rFonts w:ascii="Corbel" w:hAnsi="Corbel"/>
          <w:b/>
          <w:i/>
          <w:smallCaps/>
          <w:sz w:val="24"/>
          <w:szCs w:val="24"/>
        </w:rPr>
        <w:t>2027/28</w:t>
      </w:r>
    </w:p>
    <w:p w14:paraId="7C2FCDCA" w14:textId="77777777" w:rsidR="0085747A" w:rsidRDefault="005E2DA8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 xml:space="preserve">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0F6BD03" w14:textId="77777777" w:rsidR="00445970" w:rsidRPr="00893801" w:rsidRDefault="00445970" w:rsidP="00EA4832">
      <w:pPr>
        <w:spacing w:after="0" w:line="240" w:lineRule="exact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5E2DA8">
        <w:rPr>
          <w:rFonts w:ascii="Corbel" w:hAnsi="Corbel"/>
          <w:sz w:val="20"/>
          <w:szCs w:val="20"/>
        </w:rPr>
        <w:t xml:space="preserve">              </w:t>
      </w:r>
      <w:r w:rsidRPr="00893801">
        <w:rPr>
          <w:rFonts w:ascii="Corbel" w:hAnsi="Corbel"/>
          <w:b/>
          <w:sz w:val="24"/>
          <w:szCs w:val="24"/>
        </w:rPr>
        <w:t>R</w:t>
      </w:r>
      <w:r w:rsidR="00EE23A9" w:rsidRPr="00893801">
        <w:rPr>
          <w:rFonts w:ascii="Corbel" w:hAnsi="Corbel"/>
          <w:b/>
          <w:sz w:val="24"/>
          <w:szCs w:val="24"/>
        </w:rPr>
        <w:t xml:space="preserve">ok akademicki </w:t>
      </w:r>
      <w:r w:rsidR="003515BF" w:rsidRPr="00893801">
        <w:rPr>
          <w:rFonts w:ascii="Corbel" w:hAnsi="Corbel"/>
          <w:b/>
          <w:sz w:val="24"/>
          <w:szCs w:val="24"/>
        </w:rPr>
        <w:t xml:space="preserve"> </w:t>
      </w:r>
      <w:r w:rsidR="00EE23A9" w:rsidRPr="00893801">
        <w:rPr>
          <w:rFonts w:ascii="Corbel" w:hAnsi="Corbel"/>
          <w:b/>
          <w:sz w:val="24"/>
          <w:szCs w:val="24"/>
        </w:rPr>
        <w:t xml:space="preserve">2023/2024   </w:t>
      </w:r>
    </w:p>
    <w:p w14:paraId="24BDF508" w14:textId="77777777" w:rsidR="0085747A" w:rsidRPr="00893801" w:rsidRDefault="0085747A" w:rsidP="009C54AE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266DFEB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9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2"/>
        <w:gridCol w:w="7243"/>
      </w:tblGrid>
      <w:tr w:rsidR="0085747A" w:rsidRPr="009C54AE" w14:paraId="4292BF93" w14:textId="77777777" w:rsidTr="0001205E">
        <w:trPr>
          <w:trHeight w:val="513"/>
        </w:trPr>
        <w:tc>
          <w:tcPr>
            <w:tcW w:w="2752" w:type="dxa"/>
            <w:vAlign w:val="center"/>
          </w:tcPr>
          <w:p w14:paraId="64D0640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243" w:type="dxa"/>
            <w:vAlign w:val="center"/>
          </w:tcPr>
          <w:p w14:paraId="299B36D1" w14:textId="77777777" w:rsidR="0085747A" w:rsidRPr="000739C5" w:rsidRDefault="000120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739C5">
              <w:rPr>
                <w:rFonts w:ascii="Corbel" w:hAnsi="Corbel"/>
                <w:sz w:val="24"/>
                <w:szCs w:val="24"/>
              </w:rPr>
              <w:t>Pracownia działań interdyscyplinarnych</w:t>
            </w:r>
          </w:p>
        </w:tc>
      </w:tr>
      <w:tr w:rsidR="0085747A" w:rsidRPr="009C54AE" w14:paraId="0CADB0DB" w14:textId="77777777" w:rsidTr="0001205E">
        <w:trPr>
          <w:trHeight w:val="513"/>
        </w:trPr>
        <w:tc>
          <w:tcPr>
            <w:tcW w:w="2752" w:type="dxa"/>
            <w:vAlign w:val="center"/>
          </w:tcPr>
          <w:p w14:paraId="12CC477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243" w:type="dxa"/>
            <w:vAlign w:val="center"/>
          </w:tcPr>
          <w:p w14:paraId="41DE6AA2" w14:textId="77777777" w:rsidR="0085747A" w:rsidRPr="000739C5" w:rsidRDefault="000120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739C5">
              <w:rPr>
                <w:rFonts w:ascii="Corbel" w:hAnsi="Corbel"/>
                <w:sz w:val="24"/>
                <w:szCs w:val="24"/>
              </w:rPr>
              <w:t>MK_18</w:t>
            </w:r>
          </w:p>
        </w:tc>
      </w:tr>
      <w:tr w:rsidR="0085747A" w:rsidRPr="009C54AE" w14:paraId="0FE5E788" w14:textId="77777777" w:rsidTr="0001205E">
        <w:trPr>
          <w:trHeight w:val="856"/>
        </w:trPr>
        <w:tc>
          <w:tcPr>
            <w:tcW w:w="2752" w:type="dxa"/>
            <w:vAlign w:val="center"/>
          </w:tcPr>
          <w:p w14:paraId="7E667987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243" w:type="dxa"/>
            <w:vAlign w:val="center"/>
          </w:tcPr>
          <w:p w14:paraId="3C51242F" w14:textId="77777777" w:rsidR="0085747A" w:rsidRPr="000739C5" w:rsidRDefault="001850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739C5">
              <w:rPr>
                <w:rFonts w:ascii="Corbel" w:hAnsi="Corbel"/>
                <w:sz w:val="24"/>
                <w:szCs w:val="24"/>
              </w:rPr>
              <w:t>Kolegium Nauk Humanistycznych</w:t>
            </w:r>
            <w:r w:rsidR="000B6714" w:rsidRPr="000739C5">
              <w:rPr>
                <w:rFonts w:ascii="Corbel" w:hAnsi="Corbel"/>
                <w:sz w:val="24"/>
                <w:szCs w:val="24"/>
              </w:rPr>
              <w:t xml:space="preserve"> UR</w:t>
            </w:r>
          </w:p>
        </w:tc>
      </w:tr>
      <w:tr w:rsidR="0085747A" w:rsidRPr="009C54AE" w14:paraId="73D73921" w14:textId="77777777" w:rsidTr="0001205E">
        <w:trPr>
          <w:trHeight w:val="1049"/>
        </w:trPr>
        <w:tc>
          <w:tcPr>
            <w:tcW w:w="2752" w:type="dxa"/>
            <w:vAlign w:val="center"/>
          </w:tcPr>
          <w:p w14:paraId="01F018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243" w:type="dxa"/>
            <w:vAlign w:val="center"/>
          </w:tcPr>
          <w:p w14:paraId="72EFC7F7" w14:textId="77777777" w:rsidR="0085747A" w:rsidRPr="000739C5" w:rsidRDefault="000120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739C5">
              <w:rPr>
                <w:rFonts w:ascii="Corbel" w:hAnsi="Corbel"/>
                <w:sz w:val="24"/>
                <w:szCs w:val="24"/>
              </w:rPr>
              <w:t>Instytut Sztuk Pięknych</w:t>
            </w:r>
          </w:p>
        </w:tc>
      </w:tr>
      <w:tr w:rsidR="0085747A" w:rsidRPr="009C54AE" w14:paraId="7F049974" w14:textId="77777777" w:rsidTr="0001205E">
        <w:trPr>
          <w:trHeight w:val="513"/>
        </w:trPr>
        <w:tc>
          <w:tcPr>
            <w:tcW w:w="2752" w:type="dxa"/>
            <w:vAlign w:val="center"/>
          </w:tcPr>
          <w:p w14:paraId="22B795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243" w:type="dxa"/>
            <w:vAlign w:val="center"/>
          </w:tcPr>
          <w:p w14:paraId="77E3F395" w14:textId="77777777" w:rsidR="0085747A" w:rsidRPr="000739C5" w:rsidRDefault="000120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739C5">
              <w:rPr>
                <w:rFonts w:ascii="Corbel" w:hAnsi="Corbel"/>
                <w:sz w:val="24"/>
                <w:szCs w:val="24"/>
              </w:rPr>
              <w:t>Malarstwo</w:t>
            </w:r>
          </w:p>
        </w:tc>
      </w:tr>
      <w:tr w:rsidR="0085747A" w:rsidRPr="009C54AE" w14:paraId="77C98AEA" w14:textId="77777777" w:rsidTr="0001205E">
        <w:trPr>
          <w:trHeight w:val="513"/>
        </w:trPr>
        <w:tc>
          <w:tcPr>
            <w:tcW w:w="2752" w:type="dxa"/>
            <w:vAlign w:val="center"/>
          </w:tcPr>
          <w:p w14:paraId="6E8000E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243" w:type="dxa"/>
            <w:vAlign w:val="center"/>
          </w:tcPr>
          <w:p w14:paraId="3FB0AC2A" w14:textId="77777777" w:rsidR="0085747A" w:rsidRPr="009C54AE" w:rsidRDefault="000120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39C5">
              <w:rPr>
                <w:rFonts w:ascii="Corbel" w:hAnsi="Corbel"/>
                <w:sz w:val="24"/>
                <w:szCs w:val="24"/>
              </w:rPr>
              <w:t>Jednolite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739C5">
              <w:rPr>
                <w:rFonts w:ascii="Corbel" w:hAnsi="Corbel"/>
                <w:sz w:val="24"/>
                <w:szCs w:val="24"/>
              </w:rPr>
              <w:t>magisterskie</w:t>
            </w:r>
            <w:r w:rsidR="005E2DA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E2DA8" w:rsidRPr="000739C5">
              <w:rPr>
                <w:rFonts w:ascii="Corbel" w:hAnsi="Corbel"/>
                <w:sz w:val="24"/>
                <w:szCs w:val="24"/>
              </w:rPr>
              <w:t>5l</w:t>
            </w:r>
          </w:p>
        </w:tc>
      </w:tr>
      <w:tr w:rsidR="0085747A" w:rsidRPr="009C54AE" w14:paraId="565CECCF" w14:textId="77777777" w:rsidTr="0001205E">
        <w:trPr>
          <w:trHeight w:val="535"/>
        </w:trPr>
        <w:tc>
          <w:tcPr>
            <w:tcW w:w="2752" w:type="dxa"/>
            <w:vAlign w:val="center"/>
          </w:tcPr>
          <w:p w14:paraId="09E334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243" w:type="dxa"/>
            <w:vAlign w:val="center"/>
          </w:tcPr>
          <w:p w14:paraId="6C500F04" w14:textId="77777777" w:rsidR="0085747A" w:rsidRPr="00A14A79" w:rsidRDefault="000120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14A79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85747A" w:rsidRPr="009C54AE" w14:paraId="6935687C" w14:textId="77777777" w:rsidTr="0001205E">
        <w:trPr>
          <w:trHeight w:val="513"/>
        </w:trPr>
        <w:tc>
          <w:tcPr>
            <w:tcW w:w="2752" w:type="dxa"/>
            <w:vAlign w:val="center"/>
          </w:tcPr>
          <w:p w14:paraId="45F5B1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243" w:type="dxa"/>
            <w:vAlign w:val="center"/>
          </w:tcPr>
          <w:p w14:paraId="7DB378FC" w14:textId="77777777" w:rsidR="0085747A" w:rsidRPr="001B6335" w:rsidRDefault="003515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B6335">
              <w:rPr>
                <w:rFonts w:ascii="Corbel" w:hAnsi="Corbel"/>
                <w:sz w:val="24"/>
                <w:szCs w:val="24"/>
              </w:rPr>
              <w:t>S</w:t>
            </w:r>
            <w:r w:rsidR="0001205E" w:rsidRPr="001B6335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="0085747A" w:rsidRPr="009C54AE" w14:paraId="5219B2B6" w14:textId="77777777" w:rsidTr="0001205E">
        <w:trPr>
          <w:trHeight w:val="513"/>
        </w:trPr>
        <w:tc>
          <w:tcPr>
            <w:tcW w:w="2752" w:type="dxa"/>
            <w:vAlign w:val="center"/>
          </w:tcPr>
          <w:p w14:paraId="40F6508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243" w:type="dxa"/>
            <w:vAlign w:val="center"/>
          </w:tcPr>
          <w:p w14:paraId="447B87E8" w14:textId="77777777" w:rsidR="0085747A" w:rsidRPr="001B6335" w:rsidRDefault="003515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B6335">
              <w:rPr>
                <w:rFonts w:ascii="Corbel" w:hAnsi="Corbel"/>
                <w:sz w:val="24"/>
                <w:szCs w:val="24"/>
              </w:rPr>
              <w:t>I Rok;</w:t>
            </w:r>
            <w:r w:rsidR="000739C5" w:rsidRPr="001B6335">
              <w:rPr>
                <w:rFonts w:ascii="Corbel" w:hAnsi="Corbel"/>
                <w:sz w:val="24"/>
                <w:szCs w:val="24"/>
              </w:rPr>
              <w:t xml:space="preserve"> S</w:t>
            </w:r>
            <w:r w:rsidR="0001205E" w:rsidRPr="001B6335">
              <w:rPr>
                <w:rFonts w:ascii="Corbel" w:hAnsi="Corbel"/>
                <w:sz w:val="24"/>
                <w:szCs w:val="24"/>
              </w:rPr>
              <w:t>emestr</w:t>
            </w:r>
            <w:r w:rsidR="00EE23A9" w:rsidRPr="001B6335">
              <w:rPr>
                <w:rFonts w:ascii="Corbel" w:hAnsi="Corbel"/>
                <w:sz w:val="24"/>
                <w:szCs w:val="24"/>
              </w:rPr>
              <w:t>y: 1, 2</w:t>
            </w:r>
          </w:p>
        </w:tc>
      </w:tr>
      <w:tr w:rsidR="0085747A" w:rsidRPr="009C54AE" w14:paraId="7B82DB28" w14:textId="77777777" w:rsidTr="0001205E">
        <w:trPr>
          <w:trHeight w:val="513"/>
        </w:trPr>
        <w:tc>
          <w:tcPr>
            <w:tcW w:w="2752" w:type="dxa"/>
            <w:vAlign w:val="center"/>
          </w:tcPr>
          <w:p w14:paraId="3EE9CB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243" w:type="dxa"/>
            <w:vAlign w:val="center"/>
          </w:tcPr>
          <w:p w14:paraId="2A2C2B38" w14:textId="77777777" w:rsidR="0085747A" w:rsidRPr="001B6335" w:rsidRDefault="00EE23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B6335">
              <w:rPr>
                <w:rFonts w:ascii="Corbel" w:hAnsi="Corbel"/>
                <w:sz w:val="24"/>
                <w:szCs w:val="24"/>
              </w:rPr>
              <w:t>K</w:t>
            </w:r>
            <w:r w:rsidR="00B30F83" w:rsidRPr="001B6335">
              <w:rPr>
                <w:rFonts w:ascii="Corbel" w:hAnsi="Corbel"/>
                <w:sz w:val="24"/>
                <w:szCs w:val="24"/>
              </w:rPr>
              <w:t>ierunkowy</w:t>
            </w:r>
          </w:p>
        </w:tc>
      </w:tr>
      <w:tr w:rsidR="00923D7D" w:rsidRPr="009C54AE" w14:paraId="253BAFEB" w14:textId="77777777" w:rsidTr="0001205E">
        <w:trPr>
          <w:trHeight w:val="535"/>
        </w:trPr>
        <w:tc>
          <w:tcPr>
            <w:tcW w:w="2752" w:type="dxa"/>
            <w:vAlign w:val="center"/>
          </w:tcPr>
          <w:p w14:paraId="661E893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243" w:type="dxa"/>
            <w:vAlign w:val="center"/>
          </w:tcPr>
          <w:p w14:paraId="3C83BECE" w14:textId="77777777" w:rsidR="00923D7D" w:rsidRPr="000739C5" w:rsidRDefault="000120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739C5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85747A" w:rsidRPr="009C54AE" w14:paraId="782C6508" w14:textId="77777777" w:rsidTr="0001205E">
        <w:trPr>
          <w:trHeight w:val="513"/>
        </w:trPr>
        <w:tc>
          <w:tcPr>
            <w:tcW w:w="2752" w:type="dxa"/>
            <w:vAlign w:val="center"/>
          </w:tcPr>
          <w:p w14:paraId="7DD87D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243" w:type="dxa"/>
            <w:vAlign w:val="center"/>
          </w:tcPr>
          <w:p w14:paraId="75667F3E" w14:textId="77777777" w:rsidR="0085747A" w:rsidRPr="000739C5" w:rsidRDefault="00EE23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739C5">
              <w:rPr>
                <w:rFonts w:ascii="Corbel" w:hAnsi="Corbel"/>
                <w:sz w:val="24"/>
                <w:szCs w:val="24"/>
              </w:rPr>
              <w:t>d</w:t>
            </w:r>
            <w:r w:rsidR="00505F10" w:rsidRPr="000739C5">
              <w:rPr>
                <w:rFonts w:ascii="Corbel" w:hAnsi="Corbel"/>
                <w:sz w:val="24"/>
                <w:szCs w:val="24"/>
              </w:rPr>
              <w:t>r Piotr Woroniec</w:t>
            </w:r>
          </w:p>
        </w:tc>
      </w:tr>
      <w:tr w:rsidR="0085747A" w:rsidRPr="009C54AE" w14:paraId="7CC7A278" w14:textId="77777777" w:rsidTr="0001205E">
        <w:trPr>
          <w:trHeight w:val="1563"/>
        </w:trPr>
        <w:tc>
          <w:tcPr>
            <w:tcW w:w="2752" w:type="dxa"/>
            <w:vAlign w:val="center"/>
          </w:tcPr>
          <w:p w14:paraId="5A2CD9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243" w:type="dxa"/>
            <w:vAlign w:val="center"/>
          </w:tcPr>
          <w:p w14:paraId="0599EA8C" w14:textId="77777777" w:rsidR="0085747A" w:rsidRPr="000739C5" w:rsidRDefault="00EE23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739C5">
              <w:rPr>
                <w:rFonts w:ascii="Corbel" w:hAnsi="Corbel"/>
                <w:sz w:val="24"/>
                <w:szCs w:val="24"/>
              </w:rPr>
              <w:t>d</w:t>
            </w:r>
            <w:r w:rsidR="003F0A9E" w:rsidRPr="000739C5">
              <w:rPr>
                <w:rFonts w:ascii="Corbel" w:hAnsi="Corbel"/>
                <w:sz w:val="24"/>
                <w:szCs w:val="24"/>
              </w:rPr>
              <w:t>r Piotr Woroniec</w:t>
            </w:r>
          </w:p>
        </w:tc>
      </w:tr>
    </w:tbl>
    <w:p w14:paraId="11B0DCD8" w14:textId="77777777" w:rsidR="00923D7D" w:rsidRPr="009C54AE" w:rsidRDefault="0085747A" w:rsidP="00FC283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E23A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914F8B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495C7A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54E35C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8A58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993532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91B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E7A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1EA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D67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DD3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7DA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EA6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441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290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41AE20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F160" w14:textId="77777777" w:rsidR="00015B8F" w:rsidRPr="009C54AE" w:rsidRDefault="000120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8B5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A05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2C3F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4DDA2" w14:textId="77777777" w:rsidR="00015B8F" w:rsidRPr="009C54AE" w:rsidRDefault="000120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74FE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1A97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EEB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BCE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66844" w14:textId="77777777" w:rsidR="00015B8F" w:rsidRPr="009C54AE" w:rsidRDefault="000120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3C4E0FE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F565" w14:textId="77777777" w:rsidR="0030395F" w:rsidRPr="009C54AE" w:rsidRDefault="00782D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91A6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CA4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E448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90D53" w14:textId="77777777" w:rsidR="0030395F" w:rsidRPr="009C54AE" w:rsidRDefault="000120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0E7D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C0AC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5AFE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513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465C" w14:textId="77777777" w:rsidR="0030395F" w:rsidRPr="009C54AE" w:rsidRDefault="000120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B6714" w:rsidRPr="009C54AE" w14:paraId="3A3F4D3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4B58" w14:textId="77777777" w:rsidR="000B6714" w:rsidRPr="000B6714" w:rsidRDefault="000B6714" w:rsidP="009C54AE">
            <w:pPr>
              <w:pStyle w:val="centralniewrubryce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6714">
              <w:rPr>
                <w:rFonts w:ascii="Corbel" w:hAnsi="Corbel"/>
                <w:b/>
                <w:bCs/>
                <w:sz w:val="24"/>
                <w:szCs w:val="24"/>
              </w:rPr>
              <w:lastRenderedPageBreak/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81F73" w14:textId="77777777" w:rsidR="000B6714" w:rsidRPr="000B6714" w:rsidRDefault="000B6714" w:rsidP="009C54AE">
            <w:pPr>
              <w:pStyle w:val="centralniewrubryce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B4643" w14:textId="77777777" w:rsidR="000B6714" w:rsidRPr="000B6714" w:rsidRDefault="000B6714" w:rsidP="009C54AE">
            <w:pPr>
              <w:pStyle w:val="centralniewrubryce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336C1" w14:textId="77777777" w:rsidR="000B6714" w:rsidRPr="000B6714" w:rsidRDefault="000B6714" w:rsidP="009C54AE">
            <w:pPr>
              <w:pStyle w:val="centralniewrubryce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86FB8" w14:textId="77777777" w:rsidR="000B6714" w:rsidRPr="000B6714" w:rsidRDefault="000B6714" w:rsidP="009C54AE">
            <w:pPr>
              <w:pStyle w:val="centralniewrubryce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6714">
              <w:rPr>
                <w:rFonts w:ascii="Corbel" w:hAnsi="Corbel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2A502" w14:textId="77777777" w:rsidR="000B6714" w:rsidRPr="000B6714" w:rsidRDefault="000B6714" w:rsidP="009C54AE">
            <w:pPr>
              <w:pStyle w:val="centralniewrubryce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11C48" w14:textId="77777777" w:rsidR="000B6714" w:rsidRPr="000B6714" w:rsidRDefault="000B6714" w:rsidP="009C54AE">
            <w:pPr>
              <w:pStyle w:val="centralniewrubryce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6FF34" w14:textId="77777777" w:rsidR="000B6714" w:rsidRPr="000B6714" w:rsidRDefault="000B6714" w:rsidP="009C54AE">
            <w:pPr>
              <w:pStyle w:val="centralniewrubryce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929E9" w14:textId="77777777" w:rsidR="000B6714" w:rsidRPr="000B6714" w:rsidRDefault="000B6714" w:rsidP="009C54AE">
            <w:pPr>
              <w:pStyle w:val="centralniewrubryce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99614" w14:textId="77777777" w:rsidR="000B6714" w:rsidRPr="000B6714" w:rsidRDefault="000B6714" w:rsidP="009C54AE">
            <w:pPr>
              <w:pStyle w:val="centralniewrubryce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6714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</w:tbl>
    <w:p w14:paraId="2982098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CB5468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15EAC5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8073C09" w14:textId="77777777" w:rsidR="0085747A" w:rsidRPr="009C54AE" w:rsidRDefault="00A42B7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Cs/>
          <w:szCs w:val="24"/>
        </w:rPr>
        <w:t xml:space="preserve"> X </w:t>
      </w:r>
      <w:r w:rsidR="0085747A" w:rsidRPr="00B30F83">
        <w:rPr>
          <w:rFonts w:ascii="Corbel" w:hAnsi="Corbel"/>
          <w:b w:val="0"/>
          <w:smallCaps w:val="0"/>
          <w:szCs w:val="24"/>
        </w:rPr>
        <w:t>zajęcia w formie tradycyjnej</w:t>
      </w:r>
    </w:p>
    <w:p w14:paraId="0896ED5B" w14:textId="77777777" w:rsidR="0085747A" w:rsidRPr="00A42B7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A42B7B">
        <w:rPr>
          <w:rFonts w:ascii="MS Gothic" w:eastAsia="MS Gothic" w:hAnsi="MS Gothic" w:cs="MS Gothic"/>
          <w:b w:val="0"/>
          <w:szCs w:val="24"/>
        </w:rPr>
        <w:t xml:space="preserve"> </w:t>
      </w:r>
      <w:r w:rsidRPr="00A42B7B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211C65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6E7DC5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EDBD716" w14:textId="77777777" w:rsidR="0000771C" w:rsidRDefault="0000771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52D7761B" w14:textId="77777777" w:rsidR="00172EF5" w:rsidRPr="00BF216E" w:rsidRDefault="001B633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        </w:t>
      </w:r>
      <w:r w:rsidR="003E0A19" w:rsidRPr="00BF216E">
        <w:rPr>
          <w:rFonts w:ascii="Corbel" w:hAnsi="Corbel"/>
          <w:smallCaps w:val="0"/>
          <w:szCs w:val="24"/>
        </w:rPr>
        <w:t>Semestr</w:t>
      </w:r>
      <w:r w:rsidR="00BF216E" w:rsidRPr="00BF216E">
        <w:rPr>
          <w:rFonts w:ascii="Corbel" w:hAnsi="Corbel"/>
          <w:smallCaps w:val="0"/>
          <w:szCs w:val="24"/>
        </w:rPr>
        <w:t>y</w:t>
      </w:r>
      <w:r w:rsidR="003515BF" w:rsidRPr="00BF216E">
        <w:rPr>
          <w:rFonts w:ascii="Corbel" w:hAnsi="Corbel"/>
          <w:smallCaps w:val="0"/>
          <w:szCs w:val="24"/>
        </w:rPr>
        <w:t>: 1,</w:t>
      </w:r>
      <w:r w:rsidR="00BF216E" w:rsidRPr="00BF216E">
        <w:rPr>
          <w:rFonts w:ascii="Corbel" w:hAnsi="Corbel"/>
          <w:smallCaps w:val="0"/>
          <w:szCs w:val="24"/>
        </w:rPr>
        <w:t xml:space="preserve"> </w:t>
      </w:r>
      <w:r w:rsidR="003515BF" w:rsidRPr="00BF216E">
        <w:rPr>
          <w:rFonts w:ascii="Corbel" w:hAnsi="Corbel"/>
          <w:smallCaps w:val="0"/>
          <w:szCs w:val="24"/>
        </w:rPr>
        <w:t xml:space="preserve">2 - </w:t>
      </w:r>
      <w:r w:rsidR="003E0A19" w:rsidRPr="00BF216E">
        <w:rPr>
          <w:rFonts w:ascii="Corbel" w:hAnsi="Corbel"/>
          <w:smallCaps w:val="0"/>
          <w:szCs w:val="24"/>
        </w:rPr>
        <w:t>z</w:t>
      </w:r>
      <w:r w:rsidR="00172EF5" w:rsidRPr="00BF216E">
        <w:rPr>
          <w:rFonts w:ascii="Corbel" w:hAnsi="Corbel"/>
          <w:smallCaps w:val="0"/>
          <w:szCs w:val="24"/>
        </w:rPr>
        <w:t xml:space="preserve">aliczenie z oceną </w:t>
      </w:r>
    </w:p>
    <w:p w14:paraId="2EDAC140" w14:textId="77777777" w:rsidR="0000771C" w:rsidRPr="00BF216E" w:rsidRDefault="001B633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        </w:t>
      </w:r>
      <w:r w:rsidR="003515BF" w:rsidRPr="00BF216E">
        <w:rPr>
          <w:rFonts w:ascii="Corbel" w:hAnsi="Corbel"/>
          <w:smallCaps w:val="0"/>
          <w:szCs w:val="24"/>
        </w:rPr>
        <w:t>Semestr</w:t>
      </w:r>
      <w:r w:rsidR="0000771C" w:rsidRPr="00BF216E">
        <w:rPr>
          <w:rFonts w:ascii="Corbel" w:hAnsi="Corbel"/>
          <w:smallCaps w:val="0"/>
          <w:szCs w:val="24"/>
        </w:rPr>
        <w:t xml:space="preserve">: </w:t>
      </w:r>
      <w:r w:rsidR="003515BF" w:rsidRPr="00BF216E">
        <w:rPr>
          <w:rFonts w:ascii="Corbel" w:hAnsi="Corbel"/>
          <w:smallCaps w:val="0"/>
          <w:szCs w:val="24"/>
        </w:rPr>
        <w:t>2 -</w:t>
      </w:r>
      <w:r w:rsidR="0000771C" w:rsidRPr="00BF216E">
        <w:rPr>
          <w:rFonts w:ascii="Corbel" w:hAnsi="Corbel"/>
          <w:smallCaps w:val="0"/>
          <w:szCs w:val="24"/>
        </w:rPr>
        <w:t xml:space="preserve"> egzamin </w:t>
      </w:r>
    </w:p>
    <w:p w14:paraId="19348D1E" w14:textId="77777777" w:rsidR="009C54AE" w:rsidRPr="00BF216E" w:rsidRDefault="003E0A19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216E">
        <w:rPr>
          <w:rFonts w:ascii="Corbel" w:hAnsi="Corbel"/>
          <w:szCs w:val="24"/>
        </w:rPr>
        <w:t xml:space="preserve">        </w:t>
      </w:r>
    </w:p>
    <w:p w14:paraId="10167BB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94B75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4"/>
      </w:tblGrid>
      <w:tr w:rsidR="0085747A" w:rsidRPr="009C54AE" w14:paraId="08CCFE84" w14:textId="77777777" w:rsidTr="0001205E">
        <w:trPr>
          <w:trHeight w:val="762"/>
        </w:trPr>
        <w:tc>
          <w:tcPr>
            <w:tcW w:w="9424" w:type="dxa"/>
          </w:tcPr>
          <w:p w14:paraId="694AE769" w14:textId="77777777" w:rsidR="0001205E" w:rsidRPr="00B1375A" w:rsidRDefault="008C4A80" w:rsidP="0001205E">
            <w:pPr>
              <w:rPr>
                <w:smallCaps/>
              </w:rPr>
            </w:pPr>
            <w:r>
              <w:t>Wiedza i u</w:t>
            </w:r>
            <w:r w:rsidR="0001205E" w:rsidRPr="00B42AC7">
              <w:t xml:space="preserve">miejętności </w:t>
            </w:r>
            <w:r>
              <w:t>wymagane przy rekrutacji na przedmiotowy kierunek</w:t>
            </w:r>
          </w:p>
          <w:p w14:paraId="799CA0AD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B4CD68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DD0062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089476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854BE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DBEB9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0A6B67E6" w14:textId="77777777" w:rsidTr="003234F6">
        <w:tc>
          <w:tcPr>
            <w:tcW w:w="844" w:type="dxa"/>
            <w:vAlign w:val="center"/>
          </w:tcPr>
          <w:p w14:paraId="48E18EF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03633BC" w14:textId="77777777" w:rsidR="0085747A" w:rsidRPr="00217482" w:rsidRDefault="003234F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17482">
              <w:rPr>
                <w:rFonts w:ascii="Corbel" w:hAnsi="Corbel"/>
                <w:b w:val="0"/>
                <w:bCs/>
                <w:sz w:val="24"/>
                <w:szCs w:val="24"/>
              </w:rPr>
              <w:t>Wykorzystanie wiedzy</w:t>
            </w:r>
            <w:r w:rsidR="00003BB7" w:rsidRPr="0021748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 nabytego doświadczenia,</w:t>
            </w:r>
            <w:r w:rsidR="0060403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Pr="00217482">
              <w:rPr>
                <w:rFonts w:ascii="Corbel" w:hAnsi="Corbel"/>
                <w:b w:val="0"/>
                <w:bCs/>
                <w:sz w:val="24"/>
                <w:szCs w:val="24"/>
              </w:rPr>
              <w:t>wyobraźni i intuicji dla wykształcenia umiejętności adaptacji i translacji różnorodnego m</w:t>
            </w:r>
            <w:r w:rsidR="00003BB7" w:rsidRPr="00217482">
              <w:rPr>
                <w:rFonts w:ascii="Corbel" w:hAnsi="Corbel"/>
                <w:b w:val="0"/>
                <w:bCs/>
                <w:sz w:val="24"/>
                <w:szCs w:val="24"/>
              </w:rPr>
              <w:t>edium</w:t>
            </w:r>
            <w:r w:rsidRPr="00217482">
              <w:rPr>
                <w:rFonts w:ascii="Corbel" w:hAnsi="Corbel"/>
                <w:b w:val="0"/>
                <w:bCs/>
                <w:sz w:val="24"/>
                <w:szCs w:val="24"/>
              </w:rPr>
              <w:t>, przekraczając granice gatunków i  dyscyplin artystycznych.</w:t>
            </w:r>
          </w:p>
        </w:tc>
      </w:tr>
      <w:tr w:rsidR="003234F6" w:rsidRPr="009C54AE" w14:paraId="213BA083" w14:textId="77777777" w:rsidTr="003234F6">
        <w:tc>
          <w:tcPr>
            <w:tcW w:w="844" w:type="dxa"/>
            <w:vAlign w:val="center"/>
          </w:tcPr>
          <w:p w14:paraId="557DA9A9" w14:textId="77777777" w:rsidR="003234F6" w:rsidRPr="009C54AE" w:rsidRDefault="003234F6" w:rsidP="003234F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50E2A0B2" w14:textId="77777777" w:rsidR="003234F6" w:rsidRPr="00217482" w:rsidRDefault="003234F6" w:rsidP="003234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17482">
              <w:rPr>
                <w:rFonts w:ascii="Corbel" w:hAnsi="Corbel"/>
                <w:b w:val="0"/>
                <w:bCs/>
                <w:sz w:val="24"/>
                <w:szCs w:val="24"/>
              </w:rPr>
              <w:t>Tworzenie złożonych narracji interdyscyplinarnych.</w:t>
            </w:r>
          </w:p>
        </w:tc>
      </w:tr>
      <w:tr w:rsidR="003234F6" w:rsidRPr="009C54AE" w14:paraId="56E633E6" w14:textId="77777777" w:rsidTr="003234F6">
        <w:tc>
          <w:tcPr>
            <w:tcW w:w="844" w:type="dxa"/>
            <w:vAlign w:val="center"/>
          </w:tcPr>
          <w:p w14:paraId="07897EE3" w14:textId="77777777" w:rsidR="003234F6" w:rsidRPr="009C54AE" w:rsidRDefault="003234F6" w:rsidP="003234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40D56DE8" w14:textId="77777777" w:rsidR="003234F6" w:rsidRPr="00217482" w:rsidRDefault="003234F6" w:rsidP="003234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7482">
              <w:rPr>
                <w:rFonts w:ascii="Corbel" w:hAnsi="Corbel"/>
                <w:b w:val="0"/>
                <w:sz w:val="24"/>
                <w:szCs w:val="24"/>
              </w:rPr>
              <w:t>Umiejętność tworzenia dzieła z  gotowych elementów, przetworzenia ich i nadania im nowej treści.</w:t>
            </w:r>
          </w:p>
        </w:tc>
      </w:tr>
      <w:tr w:rsidR="00BA119E" w:rsidRPr="009C54AE" w14:paraId="38780E7D" w14:textId="77777777" w:rsidTr="003234F6">
        <w:tc>
          <w:tcPr>
            <w:tcW w:w="844" w:type="dxa"/>
            <w:vAlign w:val="center"/>
          </w:tcPr>
          <w:p w14:paraId="5861D77E" w14:textId="77777777" w:rsidR="00BA119E" w:rsidRPr="009C54AE" w:rsidRDefault="00BA119E" w:rsidP="003234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14:paraId="3C94EDEA" w14:textId="77777777" w:rsidR="00BA119E" w:rsidRPr="00217482" w:rsidRDefault="00003BB7" w:rsidP="003234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7482">
              <w:rPr>
                <w:rFonts w:ascii="Corbel" w:hAnsi="Corbel"/>
                <w:b w:val="0"/>
                <w:sz w:val="24"/>
                <w:szCs w:val="24"/>
              </w:rPr>
              <w:t>Umiejętne budowanie własnej wypowiedzi artystycznej  w oparciu o konkretne  przykłady , reprodukcje , periodyki.</w:t>
            </w:r>
          </w:p>
        </w:tc>
      </w:tr>
      <w:tr w:rsidR="00BA119E" w:rsidRPr="009C54AE" w14:paraId="5FB653B4" w14:textId="77777777" w:rsidTr="003234F6">
        <w:tc>
          <w:tcPr>
            <w:tcW w:w="844" w:type="dxa"/>
            <w:vAlign w:val="center"/>
          </w:tcPr>
          <w:p w14:paraId="70D09B23" w14:textId="77777777" w:rsidR="00BA119E" w:rsidRPr="009C54AE" w:rsidRDefault="00EE3339" w:rsidP="003234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6" w:type="dxa"/>
            <w:vAlign w:val="center"/>
          </w:tcPr>
          <w:p w14:paraId="0DDC83BB" w14:textId="77777777" w:rsidR="00BA119E" w:rsidRPr="00217482" w:rsidRDefault="00EE3339" w:rsidP="003234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7482">
              <w:rPr>
                <w:rFonts w:ascii="Corbel" w:hAnsi="Corbel"/>
                <w:b w:val="0"/>
                <w:sz w:val="24"/>
                <w:szCs w:val="24"/>
              </w:rPr>
              <w:t xml:space="preserve">Kreatywne zastosowania i rozwiązania formalne pod względem </w:t>
            </w:r>
            <w:r w:rsidR="003461C8" w:rsidRPr="00217482">
              <w:rPr>
                <w:rFonts w:ascii="Corbel" w:hAnsi="Corbel"/>
                <w:b w:val="0"/>
                <w:sz w:val="24"/>
                <w:szCs w:val="24"/>
              </w:rPr>
              <w:t xml:space="preserve">zróżnicowanych </w:t>
            </w:r>
            <w:r w:rsidRPr="00217482">
              <w:rPr>
                <w:rFonts w:ascii="Corbel" w:hAnsi="Corbel"/>
                <w:b w:val="0"/>
                <w:sz w:val="24"/>
                <w:szCs w:val="24"/>
              </w:rPr>
              <w:t xml:space="preserve">poszukiwań podłoża oraz nowego medium </w:t>
            </w:r>
            <w:r w:rsidR="003461C8" w:rsidRPr="00217482">
              <w:rPr>
                <w:rFonts w:ascii="Corbel" w:hAnsi="Corbel"/>
                <w:b w:val="0"/>
                <w:sz w:val="24"/>
                <w:szCs w:val="24"/>
              </w:rPr>
              <w:t>artystycznego.</w:t>
            </w:r>
          </w:p>
        </w:tc>
      </w:tr>
      <w:tr w:rsidR="00BA119E" w:rsidRPr="009C54AE" w14:paraId="67379EA5" w14:textId="77777777" w:rsidTr="003234F6">
        <w:tc>
          <w:tcPr>
            <w:tcW w:w="844" w:type="dxa"/>
            <w:vAlign w:val="center"/>
          </w:tcPr>
          <w:p w14:paraId="70B61820" w14:textId="77777777" w:rsidR="00BA119E" w:rsidRPr="009C54AE" w:rsidRDefault="00CE65A4" w:rsidP="003234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6" w:type="dxa"/>
            <w:vAlign w:val="center"/>
          </w:tcPr>
          <w:p w14:paraId="14C86782" w14:textId="77777777" w:rsidR="00BA119E" w:rsidRPr="00217482" w:rsidRDefault="00CE65A4" w:rsidP="003234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7482">
              <w:rPr>
                <w:rFonts w:ascii="Corbel" w:hAnsi="Corbel"/>
                <w:b w:val="0"/>
                <w:sz w:val="24"/>
                <w:szCs w:val="24"/>
              </w:rPr>
              <w:t xml:space="preserve">Daje przestrzeń do wykraczania  (transgresji)  po za  klasyczny warsztat </w:t>
            </w:r>
            <w:r w:rsidR="00217482" w:rsidRPr="00217482">
              <w:rPr>
                <w:rFonts w:ascii="Corbel" w:hAnsi="Corbel"/>
                <w:b w:val="0"/>
                <w:sz w:val="24"/>
                <w:szCs w:val="24"/>
              </w:rPr>
              <w:t>malarski (poszukiwania nowego podłoża, formatu, medium)</w:t>
            </w:r>
          </w:p>
        </w:tc>
      </w:tr>
      <w:tr w:rsidR="00217482" w:rsidRPr="00217482" w14:paraId="43608980" w14:textId="77777777" w:rsidTr="003234F6">
        <w:tc>
          <w:tcPr>
            <w:tcW w:w="844" w:type="dxa"/>
            <w:vAlign w:val="center"/>
          </w:tcPr>
          <w:p w14:paraId="5BCE1787" w14:textId="77777777" w:rsidR="00217482" w:rsidRPr="00217482" w:rsidRDefault="00217482" w:rsidP="003234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217482">
              <w:rPr>
                <w:rFonts w:ascii="Corbel" w:hAnsi="Corbel"/>
                <w:b w:val="0"/>
                <w:szCs w:val="22"/>
              </w:rPr>
              <w:t>C7</w:t>
            </w:r>
          </w:p>
        </w:tc>
        <w:tc>
          <w:tcPr>
            <w:tcW w:w="8676" w:type="dxa"/>
            <w:vAlign w:val="center"/>
          </w:tcPr>
          <w:p w14:paraId="0C696BFD" w14:textId="77777777" w:rsidR="00217482" w:rsidRPr="00217482" w:rsidRDefault="00217482" w:rsidP="003234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7482">
              <w:rPr>
                <w:rFonts w:ascii="Corbel" w:hAnsi="Corbel"/>
                <w:b w:val="0"/>
                <w:color w:val="000000"/>
                <w:sz w:val="24"/>
                <w:szCs w:val="24"/>
              </w:rPr>
              <w:t>Wykształcenie indywidualnego języka artystyczno-ekspresyjnego.</w:t>
            </w:r>
          </w:p>
        </w:tc>
      </w:tr>
    </w:tbl>
    <w:p w14:paraId="6987BD01" w14:textId="77777777" w:rsidR="0085747A" w:rsidRPr="002174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176AB07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300D50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861"/>
        <w:gridCol w:w="1978"/>
      </w:tblGrid>
      <w:tr w:rsidR="0085747A" w:rsidRPr="009C54AE" w14:paraId="60010EDA" w14:textId="77777777" w:rsidTr="004D4C08">
        <w:tc>
          <w:tcPr>
            <w:tcW w:w="1681" w:type="dxa"/>
            <w:vAlign w:val="center"/>
          </w:tcPr>
          <w:p w14:paraId="01F8EA1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61" w:type="dxa"/>
            <w:vAlign w:val="center"/>
          </w:tcPr>
          <w:p w14:paraId="45398D6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78" w:type="dxa"/>
            <w:vAlign w:val="center"/>
          </w:tcPr>
          <w:p w14:paraId="4BF3B8B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C155CE3" w14:textId="77777777" w:rsidTr="004D4C08">
        <w:tc>
          <w:tcPr>
            <w:tcW w:w="1681" w:type="dxa"/>
          </w:tcPr>
          <w:p w14:paraId="23A3B6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61" w:type="dxa"/>
          </w:tcPr>
          <w:p w14:paraId="5A8A4B62" w14:textId="77777777" w:rsidR="002B5A51" w:rsidRDefault="002B5A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572D">
              <w:rPr>
                <w:rFonts w:ascii="Corbel" w:hAnsi="Corbel"/>
                <w:b w:val="0"/>
                <w:smallCaps w:val="0"/>
                <w:szCs w:val="24"/>
              </w:rPr>
              <w:t xml:space="preserve">Student umiejętnie wykorzystuje klasyczne technologie artystyczne -łącząc je  z nowymi mediami ( techniki cyfrowe, audio-wizualne) </w:t>
            </w:r>
          </w:p>
          <w:p w14:paraId="067AD495" w14:textId="77777777" w:rsidR="00F4572D" w:rsidRPr="00F4572D" w:rsidRDefault="00F457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978" w:type="dxa"/>
          </w:tcPr>
          <w:p w14:paraId="313A13C6" w14:textId="77777777" w:rsidR="0085747A" w:rsidRPr="002B69CF" w:rsidRDefault="00C75F94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69CF">
              <w:rPr>
                <w:rFonts w:ascii="Corbel" w:hAnsi="Corbel"/>
                <w:b w:val="0"/>
                <w:bCs/>
                <w:sz w:val="20"/>
                <w:szCs w:val="20"/>
              </w:rPr>
              <w:lastRenderedPageBreak/>
              <w:t>K_W01</w:t>
            </w:r>
          </w:p>
        </w:tc>
      </w:tr>
      <w:tr w:rsidR="0085747A" w:rsidRPr="009C54AE" w14:paraId="2285E42D" w14:textId="77777777" w:rsidTr="004D4C08">
        <w:tc>
          <w:tcPr>
            <w:tcW w:w="1681" w:type="dxa"/>
          </w:tcPr>
          <w:p w14:paraId="7A992E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61" w:type="dxa"/>
          </w:tcPr>
          <w:p w14:paraId="619FB3BA" w14:textId="77777777" w:rsidR="00B423D7" w:rsidRPr="009C54AE" w:rsidRDefault="00F457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1C016B">
              <w:rPr>
                <w:rFonts w:ascii="Corbel" w:hAnsi="Corbel"/>
                <w:b w:val="0"/>
                <w:smallCaps w:val="0"/>
                <w:szCs w:val="24"/>
              </w:rPr>
              <w:t>na i rozumie zasady kompozycji</w:t>
            </w:r>
            <w:r w:rsidR="00502C59">
              <w:rPr>
                <w:rFonts w:ascii="Corbel" w:hAnsi="Corbel"/>
                <w:b w:val="0"/>
                <w:smallCaps w:val="0"/>
                <w:szCs w:val="24"/>
              </w:rPr>
              <w:t xml:space="preserve">, które przenosi na działania w przestrzeni miejskiej (mural, obiekt, instalacja),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dokonuje świadomych działań – ingerencji mniej lub bardziej kontrastowych</w:t>
            </w:r>
            <w:r w:rsidR="00E80A72">
              <w:rPr>
                <w:rFonts w:ascii="Corbel" w:hAnsi="Corbel"/>
                <w:b w:val="0"/>
                <w:smallCaps w:val="0"/>
                <w:szCs w:val="24"/>
              </w:rPr>
              <w:t xml:space="preserve"> w tych obszarach.</w:t>
            </w:r>
          </w:p>
        </w:tc>
        <w:tc>
          <w:tcPr>
            <w:tcW w:w="1978" w:type="dxa"/>
          </w:tcPr>
          <w:p w14:paraId="46BED889" w14:textId="77777777" w:rsidR="0085747A" w:rsidRPr="002B69CF" w:rsidRDefault="004D4C08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69CF">
              <w:rPr>
                <w:rFonts w:ascii="Corbel" w:hAnsi="Corbel"/>
                <w:b w:val="0"/>
                <w:bCs/>
                <w:sz w:val="20"/>
                <w:szCs w:val="20"/>
              </w:rPr>
              <w:t>K_W02</w:t>
            </w:r>
          </w:p>
        </w:tc>
      </w:tr>
      <w:tr w:rsidR="0085747A" w:rsidRPr="009C54AE" w14:paraId="723F5A15" w14:textId="77777777" w:rsidTr="004D4C08">
        <w:tc>
          <w:tcPr>
            <w:tcW w:w="1681" w:type="dxa"/>
          </w:tcPr>
          <w:p w14:paraId="058F551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D4C0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861" w:type="dxa"/>
          </w:tcPr>
          <w:p w14:paraId="66C0E6F1" w14:textId="77777777" w:rsidR="00F4572D" w:rsidRPr="009C54AE" w:rsidRDefault="00DA62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Bierze udział w</w:t>
            </w:r>
            <w:r w:rsidR="00E80A72">
              <w:rPr>
                <w:rFonts w:ascii="Corbel" w:hAnsi="Corbel"/>
                <w:b w:val="0"/>
                <w:smallCaps w:val="0"/>
                <w:szCs w:val="24"/>
              </w:rPr>
              <w:t xml:space="preserve"> konkursach, przeglądach międzyuczelnianych,</w:t>
            </w:r>
            <w:r w:rsidR="0060403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80A72">
              <w:rPr>
                <w:rFonts w:ascii="Corbel" w:hAnsi="Corbel"/>
                <w:b w:val="0"/>
                <w:smallCaps w:val="0"/>
                <w:szCs w:val="24"/>
              </w:rPr>
              <w:t xml:space="preserve">projektach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organizowanych w przestrzeni miejskiej, których zakres ma duże o</w:t>
            </w:r>
            <w:r w:rsidR="00604032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działywanie </w:t>
            </w:r>
            <w:r w:rsidR="002D54ED">
              <w:rPr>
                <w:rFonts w:ascii="Corbel" w:hAnsi="Corbel"/>
                <w:b w:val="0"/>
                <w:smallCaps w:val="0"/>
                <w:szCs w:val="24"/>
              </w:rPr>
              <w:t xml:space="preserve">społeczne (Festiwale murali, mapingu, </w:t>
            </w:r>
            <w:r w:rsidR="00E80A72">
              <w:rPr>
                <w:rFonts w:ascii="Corbel" w:hAnsi="Corbel"/>
                <w:b w:val="0"/>
                <w:smallCaps w:val="0"/>
                <w:szCs w:val="24"/>
              </w:rPr>
              <w:t xml:space="preserve">przestrzeni miejskiej) </w:t>
            </w:r>
          </w:p>
        </w:tc>
        <w:tc>
          <w:tcPr>
            <w:tcW w:w="1978" w:type="dxa"/>
          </w:tcPr>
          <w:p w14:paraId="1168883E" w14:textId="77777777" w:rsidR="0085747A" w:rsidRPr="002B69CF" w:rsidRDefault="004D4C08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69CF">
              <w:rPr>
                <w:rFonts w:ascii="Corbel" w:hAnsi="Corbel"/>
                <w:b w:val="0"/>
                <w:bCs/>
                <w:sz w:val="20"/>
                <w:szCs w:val="20"/>
              </w:rPr>
              <w:t>K_W07</w:t>
            </w:r>
          </w:p>
        </w:tc>
      </w:tr>
      <w:tr w:rsidR="00960295" w:rsidRPr="009C54AE" w14:paraId="10C3E4D4" w14:textId="77777777" w:rsidTr="004D4C08">
        <w:tc>
          <w:tcPr>
            <w:tcW w:w="1681" w:type="dxa"/>
          </w:tcPr>
          <w:p w14:paraId="036FD43D" w14:textId="77777777" w:rsidR="00960295" w:rsidRPr="009C54AE" w:rsidRDefault="00960295" w:rsidP="009602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861" w:type="dxa"/>
          </w:tcPr>
          <w:p w14:paraId="742DDE55" w14:textId="77777777" w:rsidR="0000464B" w:rsidRPr="0000464B" w:rsidRDefault="0000464B" w:rsidP="009602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opanowany warsztat klasyczny, projektowy i multimedialny, który potrafi wykorzystać dla poszukiwań własnego wyrazu twórczego, świadomie dobierając technikę, medium i </w:t>
            </w:r>
            <w:r w:rsidR="00824DFA">
              <w:rPr>
                <w:rFonts w:ascii="Corbel" w:hAnsi="Corbel"/>
                <w:b w:val="0"/>
                <w:smallCaps w:val="0"/>
                <w:szCs w:val="24"/>
              </w:rPr>
              <w:t>podłoże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artystyczne.</w:t>
            </w:r>
          </w:p>
        </w:tc>
        <w:tc>
          <w:tcPr>
            <w:tcW w:w="1978" w:type="dxa"/>
          </w:tcPr>
          <w:p w14:paraId="1EB7493C" w14:textId="77777777" w:rsidR="00960295" w:rsidRPr="002B69CF" w:rsidRDefault="00960295" w:rsidP="00960295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2B69CF">
              <w:rPr>
                <w:rFonts w:ascii="Corbel" w:hAnsi="Corbel"/>
                <w:sz w:val="20"/>
                <w:szCs w:val="20"/>
              </w:rPr>
              <w:t>K_U01</w:t>
            </w:r>
          </w:p>
          <w:p w14:paraId="78813B11" w14:textId="77777777" w:rsidR="00960295" w:rsidRPr="00D721F3" w:rsidRDefault="00960295" w:rsidP="00960295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</w:p>
        </w:tc>
      </w:tr>
      <w:tr w:rsidR="00960295" w:rsidRPr="009C54AE" w14:paraId="384A45CD" w14:textId="77777777" w:rsidTr="004D4C08">
        <w:tc>
          <w:tcPr>
            <w:tcW w:w="1681" w:type="dxa"/>
          </w:tcPr>
          <w:p w14:paraId="462E50FD" w14:textId="77777777" w:rsidR="00960295" w:rsidRPr="009C54AE" w:rsidRDefault="00960295" w:rsidP="009602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861" w:type="dxa"/>
          </w:tcPr>
          <w:p w14:paraId="79E5C7AF" w14:textId="77777777" w:rsidR="00824DFA" w:rsidRDefault="00344776" w:rsidP="00960295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824DFA">
              <w:rPr>
                <w:rFonts w:ascii="Corbel" w:hAnsi="Corbel"/>
                <w:b w:val="0"/>
                <w:smallCaps w:val="0"/>
                <w:szCs w:val="24"/>
              </w:rPr>
              <w:t xml:space="preserve">  realizować zadania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oparciu o swoje doświadczenia artystyczne, potencjał</w:t>
            </w:r>
            <w:r w:rsidR="00740D06">
              <w:rPr>
                <w:rFonts w:ascii="Corbel" w:hAnsi="Corbel"/>
                <w:b w:val="0"/>
                <w:smallCaps w:val="0"/>
                <w:szCs w:val="24"/>
              </w:rPr>
              <w:t xml:space="preserve"> twórczy, który pozwoli wykraczać po za schematy</w:t>
            </w:r>
            <w:r w:rsidR="00A04D90">
              <w:rPr>
                <w:rFonts w:ascii="Corbel" w:hAnsi="Corbel"/>
                <w:b w:val="0"/>
                <w:smallCaps w:val="0"/>
                <w:szCs w:val="24"/>
              </w:rPr>
              <w:t xml:space="preserve"> dyscyplin artystycznych,</w:t>
            </w:r>
            <w:r w:rsidR="00740D06">
              <w:rPr>
                <w:rFonts w:ascii="Corbel" w:hAnsi="Corbel"/>
                <w:b w:val="0"/>
                <w:smallCaps w:val="0"/>
                <w:szCs w:val="24"/>
              </w:rPr>
              <w:t xml:space="preserve"> aby wyznaczyć nowe transgresje koncepcji i idei.</w:t>
            </w:r>
          </w:p>
          <w:p w14:paraId="7F2A733D" w14:textId="77777777" w:rsidR="00824DFA" w:rsidRPr="0047025C" w:rsidRDefault="00824DFA" w:rsidP="00960295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978" w:type="dxa"/>
          </w:tcPr>
          <w:p w14:paraId="1A93F64E" w14:textId="77777777" w:rsidR="00960295" w:rsidRPr="0047025C" w:rsidRDefault="00960295" w:rsidP="00960295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47025C">
              <w:rPr>
                <w:rFonts w:ascii="Corbel" w:hAnsi="Corbel"/>
                <w:sz w:val="20"/>
                <w:szCs w:val="20"/>
              </w:rPr>
              <w:t>K_U04</w:t>
            </w:r>
          </w:p>
          <w:p w14:paraId="395CCDA7" w14:textId="77777777" w:rsidR="00960295" w:rsidRPr="00D721F3" w:rsidRDefault="00960295" w:rsidP="00960295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</w:p>
        </w:tc>
      </w:tr>
      <w:tr w:rsidR="00960295" w:rsidRPr="009C54AE" w14:paraId="0B3C6DD7" w14:textId="77777777" w:rsidTr="004D4C08">
        <w:tc>
          <w:tcPr>
            <w:tcW w:w="1681" w:type="dxa"/>
          </w:tcPr>
          <w:p w14:paraId="1464A3EA" w14:textId="77777777" w:rsidR="00960295" w:rsidRPr="009C54AE" w:rsidRDefault="00960295" w:rsidP="009602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861" w:type="dxa"/>
          </w:tcPr>
          <w:p w14:paraId="73F104B2" w14:textId="77777777" w:rsidR="000C5F9D" w:rsidRDefault="000C5F9D" w:rsidP="00960295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 realizować zadania w oparciu o swoje doświadczenia artystyczne, potencjał twórczy, który pozwoli wykraczać po za schematy dyscyplin artystycznych, aby wyznaczyć nowe transgresje koncepcji Samodzielnie szuka nowych rozwiązań twórczych aktualizując swoja wiedzę i doskonaląc warsztat</w:t>
            </w:r>
          </w:p>
          <w:p w14:paraId="004E25D1" w14:textId="77777777" w:rsidR="000C5F9D" w:rsidRPr="0047025C" w:rsidRDefault="000C5F9D" w:rsidP="00960295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978" w:type="dxa"/>
          </w:tcPr>
          <w:p w14:paraId="510D6DDC" w14:textId="77777777" w:rsidR="00960295" w:rsidRPr="0047025C" w:rsidRDefault="00960295" w:rsidP="0096029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47025C">
              <w:rPr>
                <w:rFonts w:ascii="Corbel" w:hAnsi="Corbel"/>
                <w:b w:val="0"/>
                <w:bCs/>
                <w:sz w:val="20"/>
                <w:szCs w:val="20"/>
              </w:rPr>
              <w:t>K_U05</w:t>
            </w:r>
          </w:p>
        </w:tc>
      </w:tr>
      <w:tr w:rsidR="0000464B" w:rsidRPr="009C54AE" w14:paraId="267A91F5" w14:textId="77777777" w:rsidTr="004D4C08">
        <w:tc>
          <w:tcPr>
            <w:tcW w:w="1681" w:type="dxa"/>
          </w:tcPr>
          <w:p w14:paraId="284E7599" w14:textId="77777777" w:rsidR="0000464B" w:rsidRPr="009C54AE" w:rsidRDefault="0000464B" w:rsidP="000046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861" w:type="dxa"/>
          </w:tcPr>
          <w:p w14:paraId="650233AA" w14:textId="77777777" w:rsidR="0000464B" w:rsidRPr="0047025C" w:rsidRDefault="000C5F9D" w:rsidP="0000464B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Odnosi się krytycznie do swo</w:t>
            </w:r>
            <w:r w:rsidR="00F77684">
              <w:rPr>
                <w:rFonts w:ascii="Corbel" w:hAnsi="Corbel"/>
                <w:b w:val="0"/>
                <w:smallCaps w:val="0"/>
                <w:szCs w:val="24"/>
              </w:rPr>
              <w:t>jej</w:t>
            </w:r>
            <w:r w:rsidR="0060403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77684">
              <w:rPr>
                <w:rFonts w:ascii="Corbel" w:hAnsi="Corbel"/>
                <w:b w:val="0"/>
                <w:smallCaps w:val="0"/>
                <w:szCs w:val="24"/>
              </w:rPr>
              <w:t>twórczości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potrafi </w:t>
            </w:r>
            <w:r w:rsidR="00F77684">
              <w:rPr>
                <w:rFonts w:ascii="Corbel" w:hAnsi="Corbel"/>
                <w:b w:val="0"/>
                <w:smallCaps w:val="0"/>
                <w:szCs w:val="24"/>
              </w:rPr>
              <w:t xml:space="preserve">umieścić ją w kontekście prac innych studentów. Jest otwarty na dyskusje, analizę i porównanie. </w:t>
            </w:r>
          </w:p>
        </w:tc>
        <w:tc>
          <w:tcPr>
            <w:tcW w:w="1978" w:type="dxa"/>
          </w:tcPr>
          <w:p w14:paraId="2084ECBB" w14:textId="77777777" w:rsidR="0000464B" w:rsidRPr="0047025C" w:rsidRDefault="0000464B" w:rsidP="0000464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47025C">
              <w:rPr>
                <w:rFonts w:ascii="Corbel" w:hAnsi="Corbel"/>
                <w:b w:val="0"/>
                <w:bCs/>
                <w:sz w:val="20"/>
                <w:szCs w:val="20"/>
              </w:rPr>
              <w:t>K_K04</w:t>
            </w:r>
          </w:p>
        </w:tc>
      </w:tr>
    </w:tbl>
    <w:p w14:paraId="473E3D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CBD9A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C69EBE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68BF00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69CCA59" w14:textId="77777777" w:rsidTr="00227B60">
        <w:tc>
          <w:tcPr>
            <w:tcW w:w="9520" w:type="dxa"/>
          </w:tcPr>
          <w:p w14:paraId="2183569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EE2346F" w14:textId="77777777" w:rsidTr="00227B60">
        <w:tc>
          <w:tcPr>
            <w:tcW w:w="9520" w:type="dxa"/>
          </w:tcPr>
          <w:p w14:paraId="080B91BA" w14:textId="77777777" w:rsidR="0085747A" w:rsidRPr="005E0928" w:rsidRDefault="005E0928" w:rsidP="005E0928">
            <w:pPr>
              <w:spacing w:after="0" w:line="240" w:lineRule="auto"/>
              <w:rPr>
                <w:rFonts w:ascii="Corbel" w:hAnsi="Corbel"/>
              </w:rPr>
            </w:pPr>
            <w:r w:rsidRPr="005E0928">
              <w:rPr>
                <w:rFonts w:ascii="Corbel" w:hAnsi="Corbel"/>
              </w:rPr>
              <w:t>Nie dotyczy</w:t>
            </w:r>
          </w:p>
        </w:tc>
      </w:tr>
    </w:tbl>
    <w:p w14:paraId="7A1A6D7C" w14:textId="762B5EE1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8D8BD0" w14:textId="77777777" w:rsidR="00227B60" w:rsidRPr="009C54AE" w:rsidRDefault="00227B6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EFC08C" w14:textId="1A398F92" w:rsidR="00EE7C24" w:rsidRDefault="007C4785" w:rsidP="00227B6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>
        <w:rPr>
          <w:rFonts w:ascii="Corbel" w:hAnsi="Corbel"/>
          <w:sz w:val="24"/>
          <w:szCs w:val="24"/>
        </w:rPr>
        <w:t xml:space="preserve">konwersatoriów, laboratoriów, </w:t>
      </w:r>
      <w:r w:rsidR="0085747A"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D4581D2" w14:textId="77777777" w:rsidR="00227B60" w:rsidRPr="00227B60" w:rsidRDefault="00227B60" w:rsidP="00227B6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7A5202A" w14:textId="77777777" w:rsidTr="00227B60">
        <w:tc>
          <w:tcPr>
            <w:tcW w:w="9520" w:type="dxa"/>
          </w:tcPr>
          <w:p w14:paraId="2EBA99A5" w14:textId="77777777" w:rsidR="0085747A" w:rsidRPr="00EE333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3339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66078FCE" w14:textId="77777777" w:rsidTr="00227B60">
        <w:tc>
          <w:tcPr>
            <w:tcW w:w="9520" w:type="dxa"/>
          </w:tcPr>
          <w:p w14:paraId="24CFC134" w14:textId="77777777" w:rsidR="00B423D7" w:rsidRDefault="00B423D7" w:rsidP="00B423D7">
            <w:pPr>
              <w:spacing w:after="0" w:line="240" w:lineRule="auto"/>
              <w:contextualSpacing/>
              <w:rPr>
                <w:rFonts w:ascii="Corbel" w:eastAsia="Times New Roman" w:hAnsi="Corbel"/>
                <w:bCs/>
                <w:lang w:eastAsia="pl-PL"/>
              </w:rPr>
            </w:pPr>
            <w:r>
              <w:rPr>
                <w:rFonts w:ascii="Corbel" w:eastAsia="Times New Roman" w:hAnsi="Corbel"/>
                <w:bCs/>
                <w:lang w:eastAsia="pl-PL"/>
              </w:rPr>
              <w:t xml:space="preserve">Tematy proponowane studentem będą </w:t>
            </w:r>
            <w:r w:rsidR="00E14106">
              <w:rPr>
                <w:rFonts w:ascii="Corbel" w:eastAsia="Times New Roman" w:hAnsi="Corbel"/>
                <w:bCs/>
                <w:lang w:eastAsia="pl-PL"/>
              </w:rPr>
              <w:t>punktem wyjścia do</w:t>
            </w:r>
            <w:r>
              <w:rPr>
                <w:rFonts w:ascii="Corbel" w:eastAsia="Times New Roman" w:hAnsi="Corbel"/>
                <w:bCs/>
                <w:lang w:eastAsia="pl-PL"/>
              </w:rPr>
              <w:t xml:space="preserve"> samodzielnej interpretacji treści </w:t>
            </w:r>
            <w:r w:rsidR="00E14106">
              <w:rPr>
                <w:rFonts w:ascii="Corbel" w:eastAsia="Times New Roman" w:hAnsi="Corbel"/>
                <w:bCs/>
                <w:lang w:eastAsia="pl-PL"/>
              </w:rPr>
              <w:t>poprzez formę artystyczną. Zadania mają prowokować do szerszych poszukiwań formalnych</w:t>
            </w:r>
            <w:r w:rsidR="001C016B">
              <w:rPr>
                <w:rFonts w:ascii="Corbel" w:eastAsia="Times New Roman" w:hAnsi="Corbel"/>
                <w:bCs/>
                <w:lang w:eastAsia="pl-PL"/>
              </w:rPr>
              <w:t xml:space="preserve">. </w:t>
            </w:r>
          </w:p>
          <w:p w14:paraId="5133A87A" w14:textId="77777777" w:rsidR="00B423D7" w:rsidRPr="00180242" w:rsidRDefault="00B423D7" w:rsidP="00B423D7">
            <w:pPr>
              <w:spacing w:after="0" w:line="240" w:lineRule="auto"/>
              <w:contextualSpacing/>
              <w:rPr>
                <w:rFonts w:ascii="Corbel" w:eastAsia="Times New Roman" w:hAnsi="Corbel"/>
                <w:bCs/>
                <w:lang w:eastAsia="pl-PL"/>
              </w:rPr>
            </w:pPr>
            <w:r w:rsidRPr="00180242">
              <w:rPr>
                <w:rFonts w:ascii="Corbel" w:eastAsia="Times New Roman" w:hAnsi="Corbel"/>
                <w:bCs/>
                <w:lang w:eastAsia="pl-PL"/>
              </w:rPr>
              <w:t xml:space="preserve">Kolejne działania będą reinterpretować poprzednie zadanie, aby wykształcić, </w:t>
            </w:r>
          </w:p>
          <w:p w14:paraId="45D34030" w14:textId="77777777" w:rsidR="00B423D7" w:rsidRPr="00180242" w:rsidRDefault="00B423D7" w:rsidP="00B423D7">
            <w:pPr>
              <w:spacing w:after="0" w:line="240" w:lineRule="auto"/>
              <w:contextualSpacing/>
              <w:rPr>
                <w:rFonts w:ascii="Corbel" w:eastAsia="Times New Roman" w:hAnsi="Corbel"/>
                <w:bCs/>
                <w:lang w:eastAsia="pl-PL"/>
              </w:rPr>
            </w:pPr>
            <w:r w:rsidRPr="00180242">
              <w:rPr>
                <w:rFonts w:ascii="Corbel" w:eastAsia="Times New Roman" w:hAnsi="Corbel"/>
                <w:bCs/>
                <w:lang w:eastAsia="pl-PL"/>
              </w:rPr>
              <w:t>pobudzić otwartość studentów na korzystanie z gotowych elementów w celu nadania</w:t>
            </w:r>
          </w:p>
          <w:p w14:paraId="5452528B" w14:textId="77777777" w:rsidR="00B423D7" w:rsidRPr="00180242" w:rsidRDefault="00B423D7" w:rsidP="00B423D7">
            <w:pPr>
              <w:spacing w:after="0" w:line="240" w:lineRule="auto"/>
              <w:contextualSpacing/>
              <w:rPr>
                <w:rFonts w:ascii="Corbel" w:eastAsia="Times New Roman" w:hAnsi="Corbel"/>
                <w:bCs/>
                <w:lang w:eastAsia="pl-PL"/>
              </w:rPr>
            </w:pPr>
            <w:r w:rsidRPr="00180242">
              <w:rPr>
                <w:rFonts w:ascii="Corbel" w:eastAsia="Times New Roman" w:hAnsi="Corbel"/>
                <w:bCs/>
                <w:lang w:eastAsia="pl-PL"/>
              </w:rPr>
              <w:t xml:space="preserve">im innych, nowych znaczeń. Zadania mają łączyć różne dziedziny aktywności artystycznej </w:t>
            </w:r>
            <w:r w:rsidR="001C016B">
              <w:rPr>
                <w:rFonts w:ascii="Corbel" w:eastAsia="Times New Roman" w:hAnsi="Corbel"/>
                <w:bCs/>
                <w:lang w:eastAsia="pl-PL"/>
              </w:rPr>
              <w:t xml:space="preserve">takich jak </w:t>
            </w:r>
          </w:p>
          <w:p w14:paraId="753587EB" w14:textId="77777777" w:rsidR="00B423D7" w:rsidRDefault="00B423D7" w:rsidP="00B423D7">
            <w:pPr>
              <w:spacing w:after="0" w:line="240" w:lineRule="auto"/>
              <w:contextualSpacing/>
              <w:rPr>
                <w:rFonts w:ascii="Corbel" w:eastAsia="Times New Roman" w:hAnsi="Corbel"/>
                <w:bCs/>
                <w:lang w:eastAsia="pl-PL"/>
              </w:rPr>
            </w:pPr>
            <w:r w:rsidRPr="00180242">
              <w:rPr>
                <w:rFonts w:ascii="Corbel" w:eastAsia="Times New Roman" w:hAnsi="Corbel"/>
                <w:bCs/>
                <w:lang w:eastAsia="pl-PL"/>
              </w:rPr>
              <w:t xml:space="preserve"> kolaż (collage),</w:t>
            </w:r>
            <w:r w:rsidR="001C016B">
              <w:rPr>
                <w:rFonts w:ascii="Corbel" w:eastAsia="Times New Roman" w:hAnsi="Corbel"/>
                <w:bCs/>
                <w:lang w:eastAsia="pl-PL"/>
              </w:rPr>
              <w:t>dekolaż,</w:t>
            </w:r>
            <w:r w:rsidR="003B6D1F">
              <w:rPr>
                <w:rFonts w:ascii="Corbel" w:eastAsia="Times New Roman" w:hAnsi="Corbel"/>
                <w:bCs/>
                <w:lang w:eastAsia="pl-PL"/>
              </w:rPr>
              <w:t xml:space="preserve"> </w:t>
            </w:r>
            <w:r w:rsidRPr="00180242">
              <w:rPr>
                <w:rFonts w:ascii="Corbel" w:eastAsia="Times New Roman" w:hAnsi="Corbel"/>
                <w:bCs/>
                <w:lang w:eastAsia="pl-PL"/>
              </w:rPr>
              <w:t>asamblaż</w:t>
            </w:r>
            <w:r w:rsidR="001C016B">
              <w:rPr>
                <w:rFonts w:ascii="Corbel" w:eastAsia="Times New Roman" w:hAnsi="Corbel"/>
                <w:bCs/>
                <w:lang w:eastAsia="pl-PL"/>
              </w:rPr>
              <w:t>, formy audiowizualne, instalacja , obiekt</w:t>
            </w:r>
            <w:r w:rsidR="003461C8">
              <w:rPr>
                <w:rFonts w:ascii="Corbel" w:eastAsia="Times New Roman" w:hAnsi="Corbel"/>
                <w:bCs/>
                <w:lang w:eastAsia="pl-PL"/>
              </w:rPr>
              <w:t>, fotografia.</w:t>
            </w:r>
          </w:p>
          <w:p w14:paraId="21AC320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E3339" w:rsidRPr="009C54AE" w14:paraId="5961F771" w14:textId="77777777" w:rsidTr="00227B60">
        <w:tc>
          <w:tcPr>
            <w:tcW w:w="9520" w:type="dxa"/>
          </w:tcPr>
          <w:p w14:paraId="4B24AF32" w14:textId="77777777" w:rsidR="00EE3339" w:rsidRPr="00EE3339" w:rsidRDefault="00944D15" w:rsidP="00B423D7">
            <w:pPr>
              <w:spacing w:after="0" w:line="240" w:lineRule="auto"/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Proponowane tematy </w:t>
            </w:r>
            <w:r w:rsidR="00EE3339" w:rsidRPr="00EE3339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zadań</w:t>
            </w:r>
          </w:p>
        </w:tc>
      </w:tr>
      <w:tr w:rsidR="0085747A" w:rsidRPr="009C54AE" w14:paraId="2A9D7783" w14:textId="77777777" w:rsidTr="00227B60">
        <w:tc>
          <w:tcPr>
            <w:tcW w:w="9520" w:type="dxa"/>
          </w:tcPr>
          <w:p w14:paraId="1E5E8192" w14:textId="77777777" w:rsidR="00EE3339" w:rsidRPr="009C54AE" w:rsidRDefault="002D54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Obiekt znaleziony- </w:t>
            </w:r>
          </w:p>
        </w:tc>
      </w:tr>
      <w:tr w:rsidR="0085747A" w:rsidRPr="009C54AE" w14:paraId="43BE38C5" w14:textId="77777777" w:rsidTr="00227B60">
        <w:tc>
          <w:tcPr>
            <w:tcW w:w="9520" w:type="dxa"/>
          </w:tcPr>
          <w:p w14:paraId="75FE9C47" w14:textId="77777777" w:rsidR="0085747A" w:rsidRPr="009C54AE" w:rsidRDefault="002D54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Malarstwo- Ikona- Media </w:t>
            </w:r>
          </w:p>
        </w:tc>
      </w:tr>
      <w:tr w:rsidR="002D54ED" w:rsidRPr="009C54AE" w14:paraId="285044DB" w14:textId="77777777" w:rsidTr="00227B60">
        <w:tc>
          <w:tcPr>
            <w:tcW w:w="9520" w:type="dxa"/>
          </w:tcPr>
          <w:p w14:paraId="7394A379" w14:textId="77777777" w:rsidR="002D54ED" w:rsidRDefault="002D54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Kształt różnicy</w:t>
            </w:r>
          </w:p>
        </w:tc>
      </w:tr>
      <w:tr w:rsidR="002D54ED" w:rsidRPr="009C54AE" w14:paraId="64CABAB2" w14:textId="77777777" w:rsidTr="00227B60">
        <w:tc>
          <w:tcPr>
            <w:tcW w:w="9520" w:type="dxa"/>
          </w:tcPr>
          <w:p w14:paraId="2A6E4E9E" w14:textId="77777777" w:rsidR="002D54ED" w:rsidRDefault="00EE33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Malarska zmiana rzeczywistości</w:t>
            </w:r>
          </w:p>
        </w:tc>
      </w:tr>
    </w:tbl>
    <w:p w14:paraId="0FD5C852" w14:textId="77777777" w:rsidR="001D628F" w:rsidRDefault="001D628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772A378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3F5F67B" w14:textId="77777777" w:rsidR="001D628F" w:rsidRPr="009C54AE" w:rsidRDefault="001D628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DFD95E4" w14:textId="77777777" w:rsidR="00E960BB" w:rsidRPr="00397A45" w:rsidRDefault="00EF5194" w:rsidP="00EF5194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397A45">
        <w:rPr>
          <w:rFonts w:ascii="Corbel" w:hAnsi="Corbel"/>
          <w:b w:val="0"/>
          <w:smallCaps w:val="0"/>
          <w:szCs w:val="24"/>
        </w:rPr>
        <w:t>Laboratorium: praktyczne wykonywanie ćwiczeń tematycznych</w:t>
      </w:r>
    </w:p>
    <w:p w14:paraId="746C110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D7665B" w14:textId="77777777" w:rsidR="0085747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EF5194">
        <w:rPr>
          <w:rFonts w:ascii="Corbel" w:hAnsi="Corbel"/>
          <w:smallCaps w:val="0"/>
          <w:szCs w:val="24"/>
        </w:rPr>
        <w:t>METODY I KRYTERIA OCENY</w:t>
      </w:r>
    </w:p>
    <w:p w14:paraId="127E9F48" w14:textId="77777777" w:rsidR="005E0928" w:rsidRPr="009C54AE" w:rsidRDefault="005E092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B14821" w14:textId="77777777" w:rsidR="0085747A" w:rsidRPr="009C54AE" w:rsidRDefault="0085747A" w:rsidP="00EF519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228CB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68C0502" w14:textId="77777777" w:rsidTr="00C05F44">
        <w:tc>
          <w:tcPr>
            <w:tcW w:w="1985" w:type="dxa"/>
            <w:vAlign w:val="center"/>
          </w:tcPr>
          <w:p w14:paraId="4217432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177630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1F61D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AF9E5A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EB078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60BD47E" w14:textId="77777777" w:rsidTr="00C05F44">
        <w:tc>
          <w:tcPr>
            <w:tcW w:w="1985" w:type="dxa"/>
          </w:tcPr>
          <w:p w14:paraId="64A8DE1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D5CF352" w14:textId="77777777" w:rsidR="0085747A" w:rsidRPr="00F77684" w:rsidRDefault="00F77684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trike/>
                <w:sz w:val="20"/>
                <w:szCs w:val="20"/>
              </w:rPr>
            </w:pPr>
            <w:r w:rsidRPr="00F77684">
              <w:rPr>
                <w:rFonts w:ascii="Corbel" w:hAnsi="Corbel"/>
                <w:b w:val="0"/>
                <w:bCs/>
                <w:color w:val="000000"/>
                <w:sz w:val="20"/>
                <w:szCs w:val="20"/>
              </w:rPr>
              <w:t>REALIZACJA ZADANYCH ĆWICZEŃ, PRZEGLĄD PRAC</w:t>
            </w:r>
          </w:p>
        </w:tc>
        <w:tc>
          <w:tcPr>
            <w:tcW w:w="2126" w:type="dxa"/>
          </w:tcPr>
          <w:p w14:paraId="31EF57E6" w14:textId="77777777" w:rsidR="0085747A" w:rsidRPr="009C54AE" w:rsidRDefault="00F7768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Laboratorium</w:t>
            </w:r>
          </w:p>
        </w:tc>
      </w:tr>
      <w:tr w:rsidR="0085747A" w:rsidRPr="009C54AE" w14:paraId="10E09173" w14:textId="77777777" w:rsidTr="00C05F44">
        <w:tc>
          <w:tcPr>
            <w:tcW w:w="1985" w:type="dxa"/>
          </w:tcPr>
          <w:p w14:paraId="4EE3B99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154C60E" w14:textId="77777777" w:rsidR="0085747A" w:rsidRPr="009C54AE" w:rsidRDefault="00F7768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7684">
              <w:rPr>
                <w:rFonts w:ascii="Corbel" w:hAnsi="Corbel"/>
                <w:b w:val="0"/>
                <w:bCs/>
                <w:color w:val="000000"/>
                <w:sz w:val="20"/>
                <w:szCs w:val="20"/>
              </w:rPr>
              <w:t>REALIZACJA ZADANYCH ĆWICZEŃ, PRZEGLĄD PRAC</w:t>
            </w:r>
          </w:p>
        </w:tc>
        <w:tc>
          <w:tcPr>
            <w:tcW w:w="2126" w:type="dxa"/>
          </w:tcPr>
          <w:p w14:paraId="7C3ED0E3" w14:textId="77777777" w:rsidR="0085747A" w:rsidRPr="009C54AE" w:rsidRDefault="00F7768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Laboratorium</w:t>
            </w:r>
          </w:p>
        </w:tc>
      </w:tr>
      <w:tr w:rsidR="00F77684" w:rsidRPr="009C54AE" w14:paraId="195A4E70" w14:textId="77777777" w:rsidTr="00C05F44">
        <w:tc>
          <w:tcPr>
            <w:tcW w:w="1985" w:type="dxa"/>
          </w:tcPr>
          <w:p w14:paraId="12389B5B" w14:textId="77777777" w:rsidR="00F77684" w:rsidRPr="009C54AE" w:rsidRDefault="00F7768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0ACBCD7" w14:textId="77777777" w:rsidR="00F77684" w:rsidRPr="00F77684" w:rsidRDefault="00F77684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color w:val="000000"/>
                <w:sz w:val="20"/>
                <w:szCs w:val="20"/>
              </w:rPr>
            </w:pPr>
            <w:r w:rsidRPr="00F77684">
              <w:rPr>
                <w:rFonts w:ascii="Corbel" w:hAnsi="Corbel"/>
                <w:b w:val="0"/>
                <w:bCs/>
                <w:color w:val="000000"/>
                <w:sz w:val="20"/>
                <w:szCs w:val="20"/>
              </w:rPr>
              <w:t>ANALIZA, DYSKUSJA, OBSERWACJA W TRAKCIE ZAJĘĆ, PRZEGLĄD PRAC</w:t>
            </w:r>
          </w:p>
        </w:tc>
        <w:tc>
          <w:tcPr>
            <w:tcW w:w="2126" w:type="dxa"/>
          </w:tcPr>
          <w:p w14:paraId="1DD54239" w14:textId="77777777" w:rsidR="00F77684" w:rsidRDefault="00F7768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Laboratorium</w:t>
            </w:r>
          </w:p>
        </w:tc>
      </w:tr>
      <w:tr w:rsidR="00F77684" w:rsidRPr="009C54AE" w14:paraId="5590F2A9" w14:textId="77777777" w:rsidTr="00C05F44">
        <w:tc>
          <w:tcPr>
            <w:tcW w:w="1985" w:type="dxa"/>
          </w:tcPr>
          <w:p w14:paraId="387FEE56" w14:textId="77777777" w:rsidR="00F77684" w:rsidRPr="009C54AE" w:rsidRDefault="00F7768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Ek_o4</w:t>
            </w:r>
          </w:p>
        </w:tc>
        <w:tc>
          <w:tcPr>
            <w:tcW w:w="5528" w:type="dxa"/>
          </w:tcPr>
          <w:p w14:paraId="1EE7364E" w14:textId="77777777" w:rsidR="00F77684" w:rsidRPr="00F77684" w:rsidRDefault="00EE7C24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color w:val="000000"/>
                <w:sz w:val="20"/>
                <w:szCs w:val="20"/>
              </w:rPr>
            </w:pPr>
            <w:r w:rsidRPr="00F77684">
              <w:rPr>
                <w:rFonts w:ascii="Corbel" w:hAnsi="Corbel"/>
                <w:b w:val="0"/>
                <w:bCs/>
                <w:color w:val="000000"/>
                <w:sz w:val="20"/>
                <w:szCs w:val="20"/>
              </w:rPr>
              <w:t>ANALIZA, DYSKUSJA, OBSERWACJA W TRAKCIE ZAJĘĆ, PRZEGLĄD PRAC</w:t>
            </w:r>
          </w:p>
        </w:tc>
        <w:tc>
          <w:tcPr>
            <w:tcW w:w="2126" w:type="dxa"/>
          </w:tcPr>
          <w:p w14:paraId="271B18BE" w14:textId="77777777" w:rsidR="00F77684" w:rsidRDefault="00F7768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Laboratorium</w:t>
            </w:r>
          </w:p>
        </w:tc>
      </w:tr>
      <w:tr w:rsidR="00F77684" w:rsidRPr="009C54AE" w14:paraId="7C4D5BEF" w14:textId="77777777" w:rsidTr="00C05F44">
        <w:tc>
          <w:tcPr>
            <w:tcW w:w="1985" w:type="dxa"/>
          </w:tcPr>
          <w:p w14:paraId="34BA1BBB" w14:textId="77777777" w:rsidR="00F77684" w:rsidRPr="009C54AE" w:rsidRDefault="00F7768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2C6A2B5" w14:textId="77777777" w:rsidR="00F77684" w:rsidRPr="00F77684" w:rsidRDefault="00EE7C24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color w:val="000000"/>
                <w:sz w:val="20"/>
                <w:szCs w:val="20"/>
              </w:rPr>
            </w:pPr>
            <w:r w:rsidRPr="00F77684">
              <w:rPr>
                <w:rFonts w:ascii="Corbel" w:hAnsi="Corbel"/>
                <w:b w:val="0"/>
                <w:bCs/>
                <w:color w:val="000000"/>
                <w:sz w:val="20"/>
                <w:szCs w:val="20"/>
              </w:rPr>
              <w:t>ANALIZA, DYSKUSJA, OBSERWACJA W TRAKCIE ZAJĘĆ, PRZEGLĄD PRAC</w:t>
            </w:r>
          </w:p>
        </w:tc>
        <w:tc>
          <w:tcPr>
            <w:tcW w:w="2126" w:type="dxa"/>
          </w:tcPr>
          <w:p w14:paraId="795CE86B" w14:textId="77777777" w:rsidR="00F77684" w:rsidRDefault="00F7768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Laboratorium</w:t>
            </w:r>
          </w:p>
        </w:tc>
      </w:tr>
      <w:tr w:rsidR="00F77684" w:rsidRPr="009C54AE" w14:paraId="5A528A9A" w14:textId="77777777" w:rsidTr="00C05F44">
        <w:tc>
          <w:tcPr>
            <w:tcW w:w="1985" w:type="dxa"/>
          </w:tcPr>
          <w:p w14:paraId="3ECCE4D3" w14:textId="77777777" w:rsidR="00F77684" w:rsidRPr="009C54AE" w:rsidRDefault="00F7768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5733603" w14:textId="77777777" w:rsidR="00F77684" w:rsidRPr="00F77684" w:rsidRDefault="00EE7C24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color w:val="000000"/>
                <w:sz w:val="20"/>
                <w:szCs w:val="20"/>
              </w:rPr>
            </w:pPr>
            <w:r w:rsidRPr="00F77684">
              <w:rPr>
                <w:rFonts w:ascii="Corbel" w:hAnsi="Corbel"/>
                <w:b w:val="0"/>
                <w:bCs/>
                <w:color w:val="000000"/>
                <w:sz w:val="20"/>
                <w:szCs w:val="20"/>
              </w:rPr>
              <w:t>ANALIZA, DYSKUSJA, OBSERWACJA W TRAKCIE ZAJĘĆ, PRZEGLĄD PRAC</w:t>
            </w:r>
          </w:p>
        </w:tc>
        <w:tc>
          <w:tcPr>
            <w:tcW w:w="2126" w:type="dxa"/>
          </w:tcPr>
          <w:p w14:paraId="3FEBF63E" w14:textId="77777777" w:rsidR="00F77684" w:rsidRDefault="00F7768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Laboratorium</w:t>
            </w:r>
          </w:p>
        </w:tc>
      </w:tr>
      <w:tr w:rsidR="00F77684" w:rsidRPr="009C54AE" w14:paraId="1B60B237" w14:textId="77777777" w:rsidTr="00C05F44">
        <w:tc>
          <w:tcPr>
            <w:tcW w:w="1985" w:type="dxa"/>
          </w:tcPr>
          <w:p w14:paraId="2B9C2D3C" w14:textId="77777777" w:rsidR="00F77684" w:rsidRPr="009C54AE" w:rsidRDefault="00F7768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218010DE" w14:textId="77777777" w:rsidR="00F77684" w:rsidRPr="00F77684" w:rsidRDefault="00EE7C24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color w:val="000000"/>
                <w:sz w:val="20"/>
                <w:szCs w:val="20"/>
              </w:rPr>
            </w:pPr>
            <w:r w:rsidRPr="00F77684">
              <w:rPr>
                <w:rFonts w:ascii="Corbel" w:hAnsi="Corbel"/>
                <w:b w:val="0"/>
                <w:bCs/>
                <w:color w:val="000000"/>
                <w:sz w:val="20"/>
                <w:szCs w:val="20"/>
              </w:rPr>
              <w:t>ANALIZA, DYSKUSJA, OBSERWACJA W TRAKCIE ZAJĘĆ, PRZEGLĄD PRAC</w:t>
            </w:r>
          </w:p>
        </w:tc>
        <w:tc>
          <w:tcPr>
            <w:tcW w:w="2126" w:type="dxa"/>
          </w:tcPr>
          <w:p w14:paraId="4913E5B8" w14:textId="77777777" w:rsidR="00F77684" w:rsidRDefault="00EE7C2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Laboratorium</w:t>
            </w:r>
          </w:p>
        </w:tc>
      </w:tr>
      <w:tr w:rsidR="00F77684" w:rsidRPr="009C54AE" w14:paraId="672CF6AC" w14:textId="77777777" w:rsidTr="00C05F44">
        <w:tc>
          <w:tcPr>
            <w:tcW w:w="1985" w:type="dxa"/>
          </w:tcPr>
          <w:p w14:paraId="67A1B0CF" w14:textId="77777777" w:rsidR="00F77684" w:rsidRPr="009C54AE" w:rsidRDefault="00F7768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4108E451" w14:textId="77777777" w:rsidR="00F77684" w:rsidRPr="00F77684" w:rsidRDefault="00F77684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D2BDF94" w14:textId="77777777" w:rsidR="00F77684" w:rsidRDefault="00F7768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4300106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8148A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ECD32B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C71B70" w14:textId="77777777" w:rsidTr="00923D7D">
        <w:tc>
          <w:tcPr>
            <w:tcW w:w="9670" w:type="dxa"/>
          </w:tcPr>
          <w:p w14:paraId="411E8C3D" w14:textId="77777777" w:rsidR="005E0928" w:rsidRDefault="005E0928" w:rsidP="00782D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BF6D521" w14:textId="77777777" w:rsidR="00782DB8" w:rsidRDefault="00782DB8" w:rsidP="00782DB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Kryteria: będzie oceniana aktywność i twórcze zaangażowanie studenta w realizację zadania, poziom artystyczny prac, oryginalność koncepcji, zgodność pracy z założonym tematem, otwartość na eksperyment, improwizację, umiejętność wypowiadania się na temat swoich artystycznych wyborów, samodzielność myślenia, poprawność warsztatowa.</w:t>
            </w:r>
          </w:p>
          <w:p w14:paraId="575B2C14" w14:textId="77777777" w:rsidR="00782DB8" w:rsidRDefault="00782DB8" w:rsidP="00782DB8">
            <w:pPr>
              <w:spacing w:after="0" w:line="240" w:lineRule="auto"/>
              <w:rPr>
                <w:rFonts w:ascii="Corbel" w:hAnsi="Corbel"/>
              </w:rPr>
            </w:pPr>
          </w:p>
          <w:p w14:paraId="5FB6D3FB" w14:textId="77777777" w:rsidR="00782DB8" w:rsidRPr="00387E98" w:rsidRDefault="00782DB8" w:rsidP="00782DB8">
            <w:pPr>
              <w:rPr>
                <w:rFonts w:ascii="Corbel" w:hAnsi="Corbel"/>
              </w:rPr>
            </w:pPr>
            <w:r w:rsidRPr="00387E98">
              <w:rPr>
                <w:rFonts w:ascii="Corbel" w:hAnsi="Corbel"/>
                <w:b/>
              </w:rPr>
              <w:t>Ocena bardzo dobra</w:t>
            </w:r>
            <w:r w:rsidRPr="00387E98">
              <w:rPr>
                <w:rFonts w:ascii="Corbel" w:hAnsi="Corbel"/>
              </w:rPr>
              <w:t xml:space="preserve"> - </w:t>
            </w:r>
            <w:r w:rsidRPr="00387E98">
              <w:rPr>
                <w:rFonts w:ascii="Corbel" w:hAnsi="Corbel"/>
                <w:b/>
              </w:rPr>
              <w:t xml:space="preserve">plus dobry- </w:t>
            </w:r>
            <w:r w:rsidRPr="00387E98">
              <w:rPr>
                <w:rFonts w:ascii="Corbel" w:hAnsi="Corbel"/>
              </w:rPr>
              <w:t xml:space="preserve"> realizacje o dużym nakładzie pracy lub odznaczające się dużą oryginalnością</w:t>
            </w:r>
          </w:p>
          <w:p w14:paraId="03EF206D" w14:textId="77777777" w:rsidR="00782DB8" w:rsidRPr="00387E98" w:rsidRDefault="00782DB8" w:rsidP="00782DB8">
            <w:pPr>
              <w:rPr>
                <w:rFonts w:ascii="Corbel" w:hAnsi="Corbel"/>
              </w:rPr>
            </w:pPr>
            <w:r w:rsidRPr="00387E98">
              <w:rPr>
                <w:rFonts w:ascii="Corbel" w:hAnsi="Corbel"/>
                <w:b/>
              </w:rPr>
              <w:t>Ocena dobry</w:t>
            </w:r>
            <w:r w:rsidRPr="00387E98">
              <w:rPr>
                <w:rFonts w:ascii="Corbel" w:hAnsi="Corbel"/>
              </w:rPr>
              <w:t xml:space="preserve"> - </w:t>
            </w:r>
            <w:r w:rsidRPr="00387E98">
              <w:rPr>
                <w:rFonts w:ascii="Corbel" w:hAnsi="Corbel"/>
                <w:b/>
              </w:rPr>
              <w:t>plus dostateczna</w:t>
            </w:r>
            <w:r w:rsidRPr="00387E98">
              <w:rPr>
                <w:rFonts w:ascii="Corbel" w:hAnsi="Corbel"/>
              </w:rPr>
              <w:t xml:space="preserve">, będą to prace na temat, ale w różnym stopniu niespełniające w/w kryteria; będą niesamodzielne intelektualnie (tzn. polegające w zbyt dużym stopniu na sugestiach nauczyciela) lub artystycznie (powielające wyeksploatowane już rozwiązania), lub/i wykazujące braki warsztatowe. </w:t>
            </w:r>
          </w:p>
          <w:p w14:paraId="07BB99B8" w14:textId="77777777" w:rsidR="00782DB8" w:rsidRPr="00387E98" w:rsidRDefault="00782DB8" w:rsidP="00782DB8">
            <w:pPr>
              <w:rPr>
                <w:rFonts w:ascii="Corbel" w:hAnsi="Corbel"/>
              </w:rPr>
            </w:pPr>
            <w:r w:rsidRPr="00387E98">
              <w:rPr>
                <w:rFonts w:ascii="Corbel" w:hAnsi="Corbel"/>
                <w:b/>
              </w:rPr>
              <w:t>Ocena dostateczna</w:t>
            </w:r>
            <w:r w:rsidRPr="00387E98">
              <w:rPr>
                <w:rFonts w:ascii="Corbel" w:hAnsi="Corbel"/>
              </w:rPr>
              <w:t xml:space="preserve"> – jw. lub niewykonanie wszystkich obowiązujących zadań</w:t>
            </w:r>
          </w:p>
          <w:p w14:paraId="4304CA16" w14:textId="77777777" w:rsidR="005E0928" w:rsidRDefault="00782DB8" w:rsidP="00782D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87E98">
              <w:rPr>
                <w:rFonts w:ascii="Corbel" w:hAnsi="Corbel"/>
                <w:smallCaps w:val="0"/>
                <w:sz w:val="22"/>
              </w:rPr>
              <w:t xml:space="preserve">Ocena niedostateczna - </w:t>
            </w:r>
            <w:r w:rsidRPr="00387E98">
              <w:rPr>
                <w:rFonts w:ascii="Corbel" w:hAnsi="Corbel"/>
                <w:b w:val="0"/>
                <w:smallCaps w:val="0"/>
                <w:sz w:val="22"/>
              </w:rPr>
              <w:t xml:space="preserve">będzie efektem wykonania prac nie na temat, niespełniających żadnego z powyższych kryteriów lub niewykonania zadań w terminie i/lub kompletnego niezaangażowania </w:t>
            </w:r>
          </w:p>
          <w:p w14:paraId="29C98835" w14:textId="77777777" w:rsidR="00782DB8" w:rsidRDefault="00782DB8" w:rsidP="00782D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87E98">
              <w:rPr>
                <w:rFonts w:ascii="Corbel" w:hAnsi="Corbel"/>
                <w:b w:val="0"/>
                <w:smallCaps w:val="0"/>
                <w:sz w:val="22"/>
              </w:rPr>
              <w:t>(nieobecność na zajęciach/brak kontaktu).</w:t>
            </w:r>
          </w:p>
          <w:p w14:paraId="337B2768" w14:textId="77777777" w:rsidR="005E0928" w:rsidRPr="005E0928" w:rsidRDefault="005E0928" w:rsidP="00782D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1A47DBC7" w14:textId="2A5E1D6C" w:rsidR="0085747A" w:rsidRPr="00227B60" w:rsidRDefault="00782DB8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8931B4">
              <w:rPr>
                <w:rFonts w:ascii="Corbel" w:hAnsi="Corbel"/>
                <w:bCs/>
                <w:smallCaps w:val="0"/>
                <w:sz w:val="22"/>
              </w:rPr>
              <w:lastRenderedPageBreak/>
              <w:t>Egzamin</w:t>
            </w:r>
            <w:r>
              <w:rPr>
                <w:rFonts w:ascii="Corbel" w:hAnsi="Corbel"/>
                <w:bCs/>
                <w:smallCaps w:val="0"/>
                <w:sz w:val="22"/>
              </w:rPr>
              <w:t xml:space="preserve"> – </w:t>
            </w:r>
            <w:r w:rsidRPr="008931B4">
              <w:rPr>
                <w:rFonts w:ascii="Corbel" w:hAnsi="Corbel"/>
                <w:b w:val="0"/>
                <w:smallCaps w:val="0"/>
                <w:sz w:val="22"/>
              </w:rPr>
              <w:t>rozmowa na temat wykonanych prac</w:t>
            </w:r>
          </w:p>
        </w:tc>
      </w:tr>
    </w:tbl>
    <w:p w14:paraId="5E746F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EF1CD2" w14:textId="718C31C4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OSIĄNIĘCIA ZAŁOŻONYCH EFEKTÓW W GODZINACH ORAZ PUNKTACH ECTS </w:t>
      </w:r>
    </w:p>
    <w:p w14:paraId="77316D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9B3ED3A" w14:textId="77777777" w:rsidTr="003E1941">
        <w:tc>
          <w:tcPr>
            <w:tcW w:w="4962" w:type="dxa"/>
            <w:vAlign w:val="center"/>
          </w:tcPr>
          <w:p w14:paraId="3E42665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5E1E0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D4C670D" w14:textId="77777777" w:rsidTr="00923D7D">
        <w:tc>
          <w:tcPr>
            <w:tcW w:w="4962" w:type="dxa"/>
          </w:tcPr>
          <w:p w14:paraId="06A0CA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18DF066" w14:textId="77777777" w:rsidR="0085747A" w:rsidRPr="009C54AE" w:rsidRDefault="00A6628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782DB8"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C61DC5" w:rsidRPr="009C54AE" w14:paraId="7F206CE9" w14:textId="77777777" w:rsidTr="00923D7D">
        <w:tc>
          <w:tcPr>
            <w:tcW w:w="4962" w:type="dxa"/>
          </w:tcPr>
          <w:p w14:paraId="171A2A1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1CCF84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F5D089F" w14:textId="77777777" w:rsidR="00C61DC5" w:rsidRPr="009C54AE" w:rsidRDefault="000B671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557D0019" w14:textId="77777777" w:rsidTr="00923D7D">
        <w:tc>
          <w:tcPr>
            <w:tcW w:w="4962" w:type="dxa"/>
          </w:tcPr>
          <w:p w14:paraId="19FF2CD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D681A3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DC33960" w14:textId="77777777" w:rsidR="00C61DC5" w:rsidRPr="009C54AE" w:rsidRDefault="000B671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6586131B" w14:textId="77777777" w:rsidTr="00923D7D">
        <w:tc>
          <w:tcPr>
            <w:tcW w:w="4962" w:type="dxa"/>
          </w:tcPr>
          <w:p w14:paraId="3779B25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2BADB90" w14:textId="77777777" w:rsidR="0085747A" w:rsidRPr="009C54AE" w:rsidRDefault="00FC761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B6714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9C54AE" w14:paraId="410E70C6" w14:textId="77777777" w:rsidTr="00923D7D">
        <w:tc>
          <w:tcPr>
            <w:tcW w:w="4962" w:type="dxa"/>
          </w:tcPr>
          <w:p w14:paraId="6397CCF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9E4D75" w14:textId="77777777" w:rsidR="0085747A" w:rsidRPr="009C54AE" w:rsidRDefault="00944D1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5</w:t>
            </w:r>
          </w:p>
        </w:tc>
      </w:tr>
    </w:tbl>
    <w:p w14:paraId="62092BA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DC89B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9B5E4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27DE51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C176D86" w14:textId="77777777" w:rsidTr="0071620A">
        <w:trPr>
          <w:trHeight w:val="397"/>
        </w:trPr>
        <w:tc>
          <w:tcPr>
            <w:tcW w:w="3544" w:type="dxa"/>
          </w:tcPr>
          <w:p w14:paraId="72C9E4C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65AFFE2" w14:textId="77777777" w:rsidR="0085747A" w:rsidRPr="009C54AE" w:rsidRDefault="006C2E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43EFC97" w14:textId="77777777" w:rsidTr="0071620A">
        <w:trPr>
          <w:trHeight w:val="397"/>
        </w:trPr>
        <w:tc>
          <w:tcPr>
            <w:tcW w:w="3544" w:type="dxa"/>
          </w:tcPr>
          <w:p w14:paraId="19D1812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55475FC" w14:textId="77777777" w:rsidR="0085747A" w:rsidRPr="009C54AE" w:rsidRDefault="006C2E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F6D27F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A2F2E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B4DE01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44486D" w14:paraId="55562354" w14:textId="77777777" w:rsidTr="0071620A">
        <w:trPr>
          <w:trHeight w:val="397"/>
        </w:trPr>
        <w:tc>
          <w:tcPr>
            <w:tcW w:w="7513" w:type="dxa"/>
          </w:tcPr>
          <w:p w14:paraId="759A872D" w14:textId="77777777" w:rsidR="0085747A" w:rsidRPr="004448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486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45655BB" w14:textId="0F23CD5D" w:rsidR="00EB6A2E" w:rsidRDefault="006C5FA4" w:rsidP="0044486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color w:val="393939"/>
                <w:szCs w:val="24"/>
              </w:rPr>
            </w:pPr>
            <w:r w:rsidRPr="0044486D">
              <w:rPr>
                <w:rFonts w:ascii="Corbel" w:hAnsi="Corbel"/>
                <w:b w:val="0"/>
                <w:smallCaps w:val="0"/>
                <w:szCs w:val="24"/>
              </w:rPr>
              <w:t xml:space="preserve">Tadeusz- Gustaw Wiktor „Wieloobrazy- Pan Obraz: </w:t>
            </w:r>
            <w:r w:rsidR="00E80A72" w:rsidRPr="0044486D">
              <w:rPr>
                <w:rFonts w:ascii="Corbel" w:hAnsi="Corbel"/>
                <w:b w:val="0"/>
                <w:smallCaps w:val="0"/>
                <w:szCs w:val="24"/>
              </w:rPr>
              <w:t>Malarstwo 1972- 2005</w:t>
            </w:r>
          </w:p>
          <w:p w14:paraId="4440CBCC" w14:textId="58007BEA" w:rsidR="0044486D" w:rsidRPr="0044486D" w:rsidRDefault="004D0834" w:rsidP="004448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color w:val="393939"/>
                <w:szCs w:val="24"/>
              </w:rPr>
              <w:t>4</w:t>
            </w:r>
            <w:r w:rsidR="0044486D" w:rsidRPr="0044486D">
              <w:rPr>
                <w:rFonts w:ascii="Corbel" w:hAnsi="Corbel"/>
                <w:b w:val="0"/>
                <w:bCs/>
                <w:color w:val="393939"/>
                <w:szCs w:val="24"/>
              </w:rPr>
              <w:t>th Art &amp; Science "Art of Orgin of Life" "Sztuka Powstania Życia"</w:t>
            </w:r>
          </w:p>
          <w:p w14:paraId="04D73418" w14:textId="77777777" w:rsidR="006C5FA4" w:rsidRPr="0044486D" w:rsidRDefault="00782D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486D">
              <w:rPr>
                <w:rFonts w:ascii="Corbel" w:hAnsi="Corbel"/>
                <w:b w:val="0"/>
                <w:smallCaps w:val="0"/>
                <w:szCs w:val="24"/>
              </w:rPr>
              <w:t>M. Duchowski „</w:t>
            </w:r>
            <w:r w:rsidR="00217482" w:rsidRPr="0044486D">
              <w:rPr>
                <w:rFonts w:ascii="Corbel" w:hAnsi="Corbel"/>
                <w:b w:val="0"/>
                <w:smallCaps w:val="0"/>
                <w:szCs w:val="24"/>
              </w:rPr>
              <w:t>Street art. – miedzy wolnością a anarchią</w:t>
            </w:r>
            <w:r w:rsidRPr="0044486D">
              <w:rPr>
                <w:rFonts w:ascii="Corbel" w:hAnsi="Corbel"/>
                <w:b w:val="0"/>
                <w:smallCaps w:val="0"/>
                <w:szCs w:val="24"/>
              </w:rPr>
              <w:t>”</w:t>
            </w:r>
          </w:p>
          <w:p w14:paraId="4EF62E2C" w14:textId="77777777" w:rsidR="003461C8" w:rsidRPr="0044486D" w:rsidRDefault="003461C8" w:rsidP="00E80A7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</w:p>
        </w:tc>
      </w:tr>
      <w:tr w:rsidR="0085747A" w:rsidRPr="009C54AE" w14:paraId="4FD018F5" w14:textId="77777777" w:rsidTr="0071620A">
        <w:trPr>
          <w:trHeight w:val="397"/>
        </w:trPr>
        <w:tc>
          <w:tcPr>
            <w:tcW w:w="7513" w:type="dxa"/>
          </w:tcPr>
          <w:p w14:paraId="64962315" w14:textId="77777777" w:rsidR="003461C8" w:rsidRPr="004448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486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CCC719" w14:textId="77777777" w:rsidR="005E388A" w:rsidRPr="0044486D" w:rsidRDefault="003461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486D">
              <w:rPr>
                <w:rFonts w:ascii="Corbel" w:hAnsi="Corbel"/>
                <w:b w:val="0"/>
                <w:smallCaps w:val="0"/>
                <w:szCs w:val="24"/>
              </w:rPr>
              <w:t>Alicja Panasiewicz, Łukasz Huculak, Elżbieta Wiącek,” Zakłócenia- Apoptoza”</w:t>
            </w:r>
          </w:p>
          <w:p w14:paraId="40FF0E8E" w14:textId="77777777" w:rsidR="005E388A" w:rsidRPr="0044486D" w:rsidRDefault="005E38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486D">
              <w:rPr>
                <w:rFonts w:ascii="Corbel" w:hAnsi="Corbel"/>
                <w:b w:val="0"/>
                <w:smallCaps w:val="0"/>
                <w:szCs w:val="24"/>
              </w:rPr>
              <w:t>Jadwiga Sawicka „Życie. Instrukcja”</w:t>
            </w:r>
          </w:p>
          <w:p w14:paraId="13DE3CD3" w14:textId="77777777" w:rsidR="003461C8" w:rsidRPr="00EF5194" w:rsidRDefault="005E388A" w:rsidP="00EF5194">
            <w:pPr>
              <w:pBdr>
                <w:bottom w:val="double" w:sz="2" w:space="0" w:color="EBE9EB"/>
              </w:pBdr>
              <w:shd w:val="clear" w:color="auto" w:fill="F6F6F6"/>
              <w:spacing w:after="225" w:line="240" w:lineRule="auto"/>
              <w:outlineLvl w:val="0"/>
              <w:rPr>
                <w:rFonts w:ascii="Corbel" w:eastAsia="Times New Roman" w:hAnsi="Corbel"/>
                <w:color w:val="000000"/>
                <w:kern w:val="36"/>
                <w:sz w:val="24"/>
                <w:szCs w:val="24"/>
                <w:lang w:eastAsia="pl-PL"/>
              </w:rPr>
            </w:pPr>
            <w:r w:rsidRPr="0044486D">
              <w:rPr>
                <w:rFonts w:ascii="Corbel" w:eastAsia="Times New Roman" w:hAnsi="Corbel"/>
                <w:color w:val="000000"/>
                <w:kern w:val="36"/>
                <w:sz w:val="24"/>
                <w:szCs w:val="24"/>
                <w:lang w:eastAsia="pl-PL"/>
              </w:rPr>
              <w:t>Anna Steliga, Jadwiga Sawicka,</w:t>
            </w:r>
            <w:r w:rsidR="00CE09D5">
              <w:rPr>
                <w:rFonts w:ascii="Corbel" w:eastAsia="Times New Roman" w:hAnsi="Corbel"/>
                <w:color w:val="000000"/>
                <w:kern w:val="36"/>
                <w:sz w:val="24"/>
                <w:szCs w:val="24"/>
                <w:lang w:eastAsia="pl-PL"/>
              </w:rPr>
              <w:t xml:space="preserve"> </w:t>
            </w:r>
            <w:r w:rsidRPr="0044486D">
              <w:rPr>
                <w:rFonts w:ascii="Corbel" w:eastAsia="Times New Roman" w:hAnsi="Corbel"/>
                <w:color w:val="000000"/>
                <w:kern w:val="36"/>
                <w:sz w:val="24"/>
                <w:szCs w:val="24"/>
                <w:lang w:eastAsia="pl-PL"/>
              </w:rPr>
              <w:t>Iwona Bugajska Bigos”</w:t>
            </w:r>
            <w:r w:rsidR="00CE09D5">
              <w:rPr>
                <w:rFonts w:ascii="Corbel" w:eastAsia="Times New Roman" w:hAnsi="Corbel"/>
                <w:color w:val="000000"/>
                <w:kern w:val="36"/>
                <w:sz w:val="24"/>
                <w:szCs w:val="24"/>
                <w:lang w:eastAsia="pl-PL"/>
              </w:rPr>
              <w:t xml:space="preserve"> </w:t>
            </w:r>
            <w:r w:rsidRPr="005E388A">
              <w:rPr>
                <w:rFonts w:ascii="Corbel" w:eastAsia="Times New Roman" w:hAnsi="Corbel"/>
                <w:color w:val="000000"/>
                <w:kern w:val="36"/>
                <w:sz w:val="24"/>
                <w:szCs w:val="24"/>
                <w:lang w:eastAsia="pl-PL"/>
              </w:rPr>
              <w:t>Marina</w:t>
            </w:r>
            <w:r w:rsidR="00CE09D5">
              <w:rPr>
                <w:rFonts w:ascii="Corbel" w:eastAsia="Times New Roman" w:hAnsi="Corbel"/>
                <w:color w:val="000000"/>
                <w:kern w:val="36"/>
                <w:sz w:val="24"/>
                <w:szCs w:val="24"/>
                <w:lang w:eastAsia="pl-PL"/>
              </w:rPr>
              <w:t xml:space="preserve"> </w:t>
            </w:r>
            <w:r w:rsidRPr="005E388A">
              <w:rPr>
                <w:rFonts w:ascii="Corbel" w:eastAsia="Times New Roman" w:hAnsi="Corbel"/>
                <w:color w:val="000000"/>
                <w:kern w:val="36"/>
                <w:sz w:val="24"/>
                <w:szCs w:val="24"/>
                <w:lang w:eastAsia="pl-PL"/>
              </w:rPr>
              <w:t>Abramović Wolność absolutna</w:t>
            </w:r>
            <w:r w:rsidRPr="0044486D">
              <w:rPr>
                <w:rFonts w:ascii="Corbel" w:eastAsia="Times New Roman" w:hAnsi="Corbel"/>
                <w:color w:val="000000"/>
                <w:kern w:val="36"/>
                <w:sz w:val="24"/>
                <w:szCs w:val="24"/>
                <w:lang w:eastAsia="pl-PL"/>
              </w:rPr>
              <w:t>”</w:t>
            </w:r>
            <w:r w:rsidRPr="005E388A">
              <w:rPr>
                <w:rFonts w:ascii="Corbel" w:eastAsia="Times New Roman" w:hAnsi="Corbel"/>
                <w:color w:val="000000"/>
                <w:kern w:val="36"/>
                <w:sz w:val="24"/>
                <w:szCs w:val="24"/>
                <w:lang w:eastAsia="pl-PL"/>
              </w:rPr>
              <w:t>. Międzynarodowy projekt artystyczno-naukowy, cz. 2: Konteksty twórcze</w:t>
            </w:r>
          </w:p>
        </w:tc>
      </w:tr>
    </w:tbl>
    <w:p w14:paraId="7D5A529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1F075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1358E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8B9DE" w14:textId="77777777" w:rsidR="001358E9" w:rsidRDefault="001358E9" w:rsidP="00C16ABF">
      <w:pPr>
        <w:spacing w:after="0" w:line="240" w:lineRule="auto"/>
      </w:pPr>
      <w:r>
        <w:separator/>
      </w:r>
    </w:p>
  </w:endnote>
  <w:endnote w:type="continuationSeparator" w:id="0">
    <w:p w14:paraId="4E02C8F6" w14:textId="77777777" w:rsidR="001358E9" w:rsidRDefault="001358E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A587D" w14:textId="77777777" w:rsidR="001358E9" w:rsidRDefault="001358E9" w:rsidP="00C16ABF">
      <w:pPr>
        <w:spacing w:after="0" w:line="240" w:lineRule="auto"/>
      </w:pPr>
      <w:r>
        <w:separator/>
      </w:r>
    </w:p>
  </w:footnote>
  <w:footnote w:type="continuationSeparator" w:id="0">
    <w:p w14:paraId="7B0B2481" w14:textId="77777777" w:rsidR="001358E9" w:rsidRDefault="001358E9" w:rsidP="00C16ABF">
      <w:pPr>
        <w:spacing w:after="0" w:line="240" w:lineRule="auto"/>
      </w:pPr>
      <w:r>
        <w:continuationSeparator/>
      </w:r>
    </w:p>
  </w:footnote>
  <w:footnote w:id="1">
    <w:p w14:paraId="32018D7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2311797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3BB7"/>
    <w:rsid w:val="0000464B"/>
    <w:rsid w:val="000048FD"/>
    <w:rsid w:val="0000771C"/>
    <w:rsid w:val="000077B4"/>
    <w:rsid w:val="0001205E"/>
    <w:rsid w:val="00015B8F"/>
    <w:rsid w:val="00022ECE"/>
    <w:rsid w:val="00042A51"/>
    <w:rsid w:val="00042D2E"/>
    <w:rsid w:val="00044C82"/>
    <w:rsid w:val="00070ED6"/>
    <w:rsid w:val="000739C5"/>
    <w:rsid w:val="000742DC"/>
    <w:rsid w:val="000762BD"/>
    <w:rsid w:val="00084C12"/>
    <w:rsid w:val="0009462C"/>
    <w:rsid w:val="00094B12"/>
    <w:rsid w:val="00096C46"/>
    <w:rsid w:val="000A296F"/>
    <w:rsid w:val="000A2A28"/>
    <w:rsid w:val="000A3CDF"/>
    <w:rsid w:val="000A3FE0"/>
    <w:rsid w:val="000A735D"/>
    <w:rsid w:val="000B192D"/>
    <w:rsid w:val="000B28EE"/>
    <w:rsid w:val="000B3E37"/>
    <w:rsid w:val="000B6714"/>
    <w:rsid w:val="000C5F9D"/>
    <w:rsid w:val="000D04B0"/>
    <w:rsid w:val="000F1C57"/>
    <w:rsid w:val="000F5615"/>
    <w:rsid w:val="00124BFF"/>
    <w:rsid w:val="0012560E"/>
    <w:rsid w:val="00127108"/>
    <w:rsid w:val="00134B13"/>
    <w:rsid w:val="001358E9"/>
    <w:rsid w:val="00146BC0"/>
    <w:rsid w:val="00153C41"/>
    <w:rsid w:val="00154381"/>
    <w:rsid w:val="001640A7"/>
    <w:rsid w:val="00164FA7"/>
    <w:rsid w:val="00166A03"/>
    <w:rsid w:val="001718A7"/>
    <w:rsid w:val="00172EF5"/>
    <w:rsid w:val="001737CF"/>
    <w:rsid w:val="00176083"/>
    <w:rsid w:val="0018507A"/>
    <w:rsid w:val="00192F37"/>
    <w:rsid w:val="001A0206"/>
    <w:rsid w:val="001A70D2"/>
    <w:rsid w:val="001B6335"/>
    <w:rsid w:val="001C016B"/>
    <w:rsid w:val="001D628F"/>
    <w:rsid w:val="001D657B"/>
    <w:rsid w:val="001D7B54"/>
    <w:rsid w:val="001E0209"/>
    <w:rsid w:val="001F2CA2"/>
    <w:rsid w:val="002144C0"/>
    <w:rsid w:val="00217482"/>
    <w:rsid w:val="0022477D"/>
    <w:rsid w:val="002278A9"/>
    <w:rsid w:val="00227B60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A51"/>
    <w:rsid w:val="002B5EA0"/>
    <w:rsid w:val="002B6119"/>
    <w:rsid w:val="002B69CF"/>
    <w:rsid w:val="002C1F06"/>
    <w:rsid w:val="002D3375"/>
    <w:rsid w:val="002D54ED"/>
    <w:rsid w:val="002D73D4"/>
    <w:rsid w:val="002F02A3"/>
    <w:rsid w:val="002F4ABE"/>
    <w:rsid w:val="003018BA"/>
    <w:rsid w:val="0030395F"/>
    <w:rsid w:val="00305C92"/>
    <w:rsid w:val="003151C5"/>
    <w:rsid w:val="003234F6"/>
    <w:rsid w:val="00327122"/>
    <w:rsid w:val="003343CF"/>
    <w:rsid w:val="00344776"/>
    <w:rsid w:val="003461C8"/>
    <w:rsid w:val="00346FE9"/>
    <w:rsid w:val="0034759A"/>
    <w:rsid w:val="003503F6"/>
    <w:rsid w:val="003515BF"/>
    <w:rsid w:val="003530DD"/>
    <w:rsid w:val="00363F78"/>
    <w:rsid w:val="00397A45"/>
    <w:rsid w:val="003A0A5B"/>
    <w:rsid w:val="003A1176"/>
    <w:rsid w:val="003B6D1F"/>
    <w:rsid w:val="003C0BAE"/>
    <w:rsid w:val="003D18A9"/>
    <w:rsid w:val="003D6CE2"/>
    <w:rsid w:val="003E0A19"/>
    <w:rsid w:val="003E1941"/>
    <w:rsid w:val="003E2FE6"/>
    <w:rsid w:val="003E49D5"/>
    <w:rsid w:val="003F0A9E"/>
    <w:rsid w:val="003F205D"/>
    <w:rsid w:val="003F38C0"/>
    <w:rsid w:val="00414E3C"/>
    <w:rsid w:val="0042244A"/>
    <w:rsid w:val="0042745A"/>
    <w:rsid w:val="00431D5C"/>
    <w:rsid w:val="004362C6"/>
    <w:rsid w:val="00437FA2"/>
    <w:rsid w:val="0044486D"/>
    <w:rsid w:val="00445970"/>
    <w:rsid w:val="00461EFC"/>
    <w:rsid w:val="004652C2"/>
    <w:rsid w:val="0047025C"/>
    <w:rsid w:val="004706D1"/>
    <w:rsid w:val="00471326"/>
    <w:rsid w:val="0047598D"/>
    <w:rsid w:val="004840FD"/>
    <w:rsid w:val="00490F7D"/>
    <w:rsid w:val="00491678"/>
    <w:rsid w:val="004966CC"/>
    <w:rsid w:val="004968E2"/>
    <w:rsid w:val="004A3EEA"/>
    <w:rsid w:val="004A4D1F"/>
    <w:rsid w:val="004D0834"/>
    <w:rsid w:val="004D4C08"/>
    <w:rsid w:val="004D5282"/>
    <w:rsid w:val="004E146C"/>
    <w:rsid w:val="004E704F"/>
    <w:rsid w:val="004F1551"/>
    <w:rsid w:val="004F55A3"/>
    <w:rsid w:val="00502C59"/>
    <w:rsid w:val="0050496F"/>
    <w:rsid w:val="00505F10"/>
    <w:rsid w:val="00513B6F"/>
    <w:rsid w:val="00517C63"/>
    <w:rsid w:val="005363C4"/>
    <w:rsid w:val="00536BDE"/>
    <w:rsid w:val="00543ACC"/>
    <w:rsid w:val="00554594"/>
    <w:rsid w:val="0056696D"/>
    <w:rsid w:val="0059484D"/>
    <w:rsid w:val="005A0855"/>
    <w:rsid w:val="005A133C"/>
    <w:rsid w:val="005A3196"/>
    <w:rsid w:val="005C080F"/>
    <w:rsid w:val="005C55E5"/>
    <w:rsid w:val="005C696A"/>
    <w:rsid w:val="005E0928"/>
    <w:rsid w:val="005E2DA8"/>
    <w:rsid w:val="005E388A"/>
    <w:rsid w:val="005E6E85"/>
    <w:rsid w:val="005F31D2"/>
    <w:rsid w:val="00604032"/>
    <w:rsid w:val="0061029B"/>
    <w:rsid w:val="00617230"/>
    <w:rsid w:val="0061753A"/>
    <w:rsid w:val="00621CE1"/>
    <w:rsid w:val="00627FC9"/>
    <w:rsid w:val="0063568D"/>
    <w:rsid w:val="00645BF8"/>
    <w:rsid w:val="00647FA8"/>
    <w:rsid w:val="00650C5F"/>
    <w:rsid w:val="00654934"/>
    <w:rsid w:val="006620D9"/>
    <w:rsid w:val="00671958"/>
    <w:rsid w:val="00675843"/>
    <w:rsid w:val="00677935"/>
    <w:rsid w:val="00696477"/>
    <w:rsid w:val="006C2EAC"/>
    <w:rsid w:val="006C5FA4"/>
    <w:rsid w:val="006D050F"/>
    <w:rsid w:val="006D6139"/>
    <w:rsid w:val="006E5D65"/>
    <w:rsid w:val="006F1282"/>
    <w:rsid w:val="006F1FBC"/>
    <w:rsid w:val="006F31E2"/>
    <w:rsid w:val="006F4F2F"/>
    <w:rsid w:val="00706544"/>
    <w:rsid w:val="007072BA"/>
    <w:rsid w:val="0071620A"/>
    <w:rsid w:val="00724677"/>
    <w:rsid w:val="00725459"/>
    <w:rsid w:val="007327BD"/>
    <w:rsid w:val="00734608"/>
    <w:rsid w:val="00740D06"/>
    <w:rsid w:val="00745302"/>
    <w:rsid w:val="007461D6"/>
    <w:rsid w:val="00746EC8"/>
    <w:rsid w:val="00763BF1"/>
    <w:rsid w:val="00766FD4"/>
    <w:rsid w:val="0078168C"/>
    <w:rsid w:val="00782DB8"/>
    <w:rsid w:val="00787C2A"/>
    <w:rsid w:val="00790E27"/>
    <w:rsid w:val="007A4022"/>
    <w:rsid w:val="007A6E6E"/>
    <w:rsid w:val="007C3299"/>
    <w:rsid w:val="007C3BCC"/>
    <w:rsid w:val="007C4546"/>
    <w:rsid w:val="007C4785"/>
    <w:rsid w:val="007D6E56"/>
    <w:rsid w:val="007F4155"/>
    <w:rsid w:val="00811FD4"/>
    <w:rsid w:val="0081554D"/>
    <w:rsid w:val="0081707E"/>
    <w:rsid w:val="00824DFA"/>
    <w:rsid w:val="008449B3"/>
    <w:rsid w:val="008552A2"/>
    <w:rsid w:val="0085747A"/>
    <w:rsid w:val="00873F26"/>
    <w:rsid w:val="00884922"/>
    <w:rsid w:val="008850F5"/>
    <w:rsid w:val="00885F64"/>
    <w:rsid w:val="008917F9"/>
    <w:rsid w:val="00893801"/>
    <w:rsid w:val="008A45F7"/>
    <w:rsid w:val="008A6F87"/>
    <w:rsid w:val="008C0CC0"/>
    <w:rsid w:val="008C19A9"/>
    <w:rsid w:val="008C379D"/>
    <w:rsid w:val="008C4A80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5C34"/>
    <w:rsid w:val="00944D15"/>
    <w:rsid w:val="009508DF"/>
    <w:rsid w:val="00950DAC"/>
    <w:rsid w:val="00954A07"/>
    <w:rsid w:val="00960295"/>
    <w:rsid w:val="00997F14"/>
    <w:rsid w:val="009A78D9"/>
    <w:rsid w:val="009B3DD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D90"/>
    <w:rsid w:val="00A14A79"/>
    <w:rsid w:val="00A155EE"/>
    <w:rsid w:val="00A2245B"/>
    <w:rsid w:val="00A30110"/>
    <w:rsid w:val="00A36899"/>
    <w:rsid w:val="00A371F6"/>
    <w:rsid w:val="00A42B7B"/>
    <w:rsid w:val="00A43BF6"/>
    <w:rsid w:val="00A53FA5"/>
    <w:rsid w:val="00A54817"/>
    <w:rsid w:val="00A601C8"/>
    <w:rsid w:val="00A60799"/>
    <w:rsid w:val="00A6628B"/>
    <w:rsid w:val="00A84C85"/>
    <w:rsid w:val="00A97DE1"/>
    <w:rsid w:val="00AA3A44"/>
    <w:rsid w:val="00AB053C"/>
    <w:rsid w:val="00AD04E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F83"/>
    <w:rsid w:val="00B3130B"/>
    <w:rsid w:val="00B40ADB"/>
    <w:rsid w:val="00B423D7"/>
    <w:rsid w:val="00B43B77"/>
    <w:rsid w:val="00B43E80"/>
    <w:rsid w:val="00B607DB"/>
    <w:rsid w:val="00B61482"/>
    <w:rsid w:val="00B66529"/>
    <w:rsid w:val="00B75946"/>
    <w:rsid w:val="00B8056E"/>
    <w:rsid w:val="00B819C8"/>
    <w:rsid w:val="00B82308"/>
    <w:rsid w:val="00B90885"/>
    <w:rsid w:val="00BA119E"/>
    <w:rsid w:val="00BB520A"/>
    <w:rsid w:val="00BD3869"/>
    <w:rsid w:val="00BD415C"/>
    <w:rsid w:val="00BD66E9"/>
    <w:rsid w:val="00BD6FF4"/>
    <w:rsid w:val="00BF216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C05"/>
    <w:rsid w:val="00C56036"/>
    <w:rsid w:val="00C61DC5"/>
    <w:rsid w:val="00C67E92"/>
    <w:rsid w:val="00C70A26"/>
    <w:rsid w:val="00C75F94"/>
    <w:rsid w:val="00C766DF"/>
    <w:rsid w:val="00C94B98"/>
    <w:rsid w:val="00CA2B96"/>
    <w:rsid w:val="00CA5089"/>
    <w:rsid w:val="00CA56E5"/>
    <w:rsid w:val="00CD6897"/>
    <w:rsid w:val="00CE09D5"/>
    <w:rsid w:val="00CE5BAC"/>
    <w:rsid w:val="00CE65A4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48C1"/>
    <w:rsid w:val="00D8075B"/>
    <w:rsid w:val="00D8678B"/>
    <w:rsid w:val="00D92160"/>
    <w:rsid w:val="00DA2114"/>
    <w:rsid w:val="00DA6274"/>
    <w:rsid w:val="00DB5F3E"/>
    <w:rsid w:val="00DE09C0"/>
    <w:rsid w:val="00DE4A14"/>
    <w:rsid w:val="00DF320D"/>
    <w:rsid w:val="00DF71C8"/>
    <w:rsid w:val="00E129B8"/>
    <w:rsid w:val="00E14106"/>
    <w:rsid w:val="00E165BD"/>
    <w:rsid w:val="00E21E7D"/>
    <w:rsid w:val="00E22FBC"/>
    <w:rsid w:val="00E24BF5"/>
    <w:rsid w:val="00E25338"/>
    <w:rsid w:val="00E51E44"/>
    <w:rsid w:val="00E62F24"/>
    <w:rsid w:val="00E63348"/>
    <w:rsid w:val="00E742AA"/>
    <w:rsid w:val="00E76A5C"/>
    <w:rsid w:val="00E77E88"/>
    <w:rsid w:val="00E80A72"/>
    <w:rsid w:val="00E8107D"/>
    <w:rsid w:val="00E960BB"/>
    <w:rsid w:val="00EA2074"/>
    <w:rsid w:val="00EA4832"/>
    <w:rsid w:val="00EA4E9D"/>
    <w:rsid w:val="00EB6A2E"/>
    <w:rsid w:val="00EC4899"/>
    <w:rsid w:val="00ED03AB"/>
    <w:rsid w:val="00ED32D2"/>
    <w:rsid w:val="00EE23A9"/>
    <w:rsid w:val="00EE32DE"/>
    <w:rsid w:val="00EE3339"/>
    <w:rsid w:val="00EE5457"/>
    <w:rsid w:val="00EE7C24"/>
    <w:rsid w:val="00EF5194"/>
    <w:rsid w:val="00F070AB"/>
    <w:rsid w:val="00F17567"/>
    <w:rsid w:val="00F27A7B"/>
    <w:rsid w:val="00F37C7E"/>
    <w:rsid w:val="00F4572D"/>
    <w:rsid w:val="00F526AF"/>
    <w:rsid w:val="00F617C3"/>
    <w:rsid w:val="00F7066B"/>
    <w:rsid w:val="00F77684"/>
    <w:rsid w:val="00F83B28"/>
    <w:rsid w:val="00F974DA"/>
    <w:rsid w:val="00F9788B"/>
    <w:rsid w:val="00FA46E5"/>
    <w:rsid w:val="00FB7DBA"/>
    <w:rsid w:val="00FC1C25"/>
    <w:rsid w:val="00FC283E"/>
    <w:rsid w:val="00FC3F45"/>
    <w:rsid w:val="00FC761A"/>
    <w:rsid w:val="00FD503F"/>
    <w:rsid w:val="00FD56E1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62654"/>
  <w15:docId w15:val="{4CD6E5AE-FD70-4741-967C-D92662DC2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5E38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5E388A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4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66707-3D5F-4E27-AF21-CD9339BAA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5</Pages>
  <Words>1172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Łukasz Cywicki</cp:lastModifiedBy>
  <cp:revision>5</cp:revision>
  <cp:lastPrinted>2019-02-06T12:12:00Z</cp:lastPrinted>
  <dcterms:created xsi:type="dcterms:W3CDTF">2023-02-08T10:32:00Z</dcterms:created>
  <dcterms:modified xsi:type="dcterms:W3CDTF">2024-01-18T17:14:00Z</dcterms:modified>
</cp:coreProperties>
</file>